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4" w:type="dxa"/>
        <w:tblInd w:w="-318" w:type="dxa"/>
        <w:tblLook w:val="00A0"/>
      </w:tblPr>
      <w:tblGrid>
        <w:gridCol w:w="5245"/>
        <w:gridCol w:w="4819"/>
        <w:gridCol w:w="285"/>
        <w:gridCol w:w="5245"/>
      </w:tblGrid>
      <w:tr w:rsidR="008A29FF" w:rsidRPr="001E704E" w:rsidTr="001E704E">
        <w:tc>
          <w:tcPr>
            <w:tcW w:w="5245" w:type="dxa"/>
          </w:tcPr>
          <w:p w:rsidR="008A29FF" w:rsidRPr="001E704E" w:rsidRDefault="008A29FF" w:rsidP="001E704E">
            <w:pPr>
              <w:spacing w:after="0" w:line="240" w:lineRule="auto"/>
              <w:rPr>
                <w:rFonts w:ascii="Cambria" w:hAnsi="Cambria"/>
              </w:rPr>
            </w:pPr>
          </w:p>
          <w:p w:rsidR="008A29FF" w:rsidRPr="001E704E" w:rsidRDefault="008A29FF" w:rsidP="001E704E">
            <w:pPr>
              <w:spacing w:after="0" w:line="240" w:lineRule="auto"/>
              <w:ind w:left="-108" w:right="175"/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8A29FF" w:rsidRPr="001E704E" w:rsidRDefault="008A29FF" w:rsidP="001E704E">
            <w:pPr>
              <w:spacing w:after="0" w:line="240" w:lineRule="auto"/>
              <w:ind w:left="-108" w:right="175"/>
              <w:rPr>
                <w:rFonts w:ascii="Cambria" w:hAnsi="Cambria"/>
                <w:b/>
                <w:i/>
                <w:sz w:val="36"/>
                <w:szCs w:val="36"/>
                <w:u w:val="single"/>
              </w:rPr>
            </w:pPr>
            <w:r w:rsidRPr="001E704E">
              <w:rPr>
                <w:rFonts w:ascii="Cambria" w:hAnsi="Cambria"/>
                <w:b/>
                <w:i/>
                <w:sz w:val="36"/>
                <w:szCs w:val="36"/>
              </w:rPr>
              <w:t xml:space="preserve">     </w:t>
            </w:r>
            <w:r w:rsidRPr="001E704E">
              <w:rPr>
                <w:rFonts w:ascii="Cambria" w:hAnsi="Cambria"/>
                <w:b/>
                <w:i/>
                <w:sz w:val="36"/>
                <w:szCs w:val="36"/>
                <w:u w:val="single"/>
              </w:rPr>
              <w:t>Жюри конкурса</w:t>
            </w:r>
          </w:p>
          <w:p w:rsidR="008A29FF" w:rsidRPr="001E704E" w:rsidRDefault="008A29FF" w:rsidP="001E704E">
            <w:pPr>
              <w:spacing w:after="0" w:line="240" w:lineRule="auto"/>
              <w:ind w:left="-108" w:right="175"/>
              <w:jc w:val="center"/>
              <w:rPr>
                <w:rFonts w:ascii="Cambria" w:hAnsi="Cambria"/>
                <w:sz w:val="36"/>
                <w:szCs w:val="36"/>
              </w:rPr>
            </w:pPr>
          </w:p>
          <w:p w:rsidR="008A29FF" w:rsidRPr="001E704E" w:rsidRDefault="008A29FF" w:rsidP="001E704E">
            <w:pPr>
              <w:spacing w:after="0" w:line="240" w:lineRule="auto"/>
              <w:ind w:left="-108" w:right="175"/>
              <w:rPr>
                <w:rFonts w:ascii="Cambria" w:hAnsi="Cambria"/>
                <w:b/>
                <w:sz w:val="28"/>
                <w:szCs w:val="28"/>
              </w:rPr>
            </w:pPr>
            <w:r w:rsidRPr="001E704E">
              <w:rPr>
                <w:rFonts w:ascii="Cambria" w:hAnsi="Cambria"/>
                <w:b/>
                <w:sz w:val="28"/>
                <w:szCs w:val="28"/>
              </w:rPr>
              <w:t xml:space="preserve">  Председатель жюри:</w:t>
            </w:r>
          </w:p>
          <w:p w:rsidR="008A29FF" w:rsidRPr="001E704E" w:rsidRDefault="008A29FF" w:rsidP="001E704E">
            <w:pPr>
              <w:spacing w:after="0" w:line="240" w:lineRule="auto"/>
              <w:ind w:left="-108" w:right="175"/>
              <w:rPr>
                <w:rFonts w:ascii="Cambria" w:hAnsi="Cambria"/>
                <w:b/>
                <w:sz w:val="28"/>
                <w:szCs w:val="28"/>
              </w:rPr>
            </w:pPr>
          </w:p>
          <w:p w:rsidR="008A29FF" w:rsidRPr="001E704E" w:rsidRDefault="008A29FF" w:rsidP="001E704E">
            <w:pPr>
              <w:spacing w:after="0" w:line="240" w:lineRule="auto"/>
              <w:ind w:left="34" w:right="175"/>
              <w:rPr>
                <w:rFonts w:ascii="Cambria" w:hAnsi="Cambria"/>
                <w:b/>
                <w:sz w:val="28"/>
                <w:szCs w:val="28"/>
              </w:rPr>
            </w:pPr>
            <w:r w:rsidRPr="001E704E">
              <w:rPr>
                <w:rFonts w:ascii="Cambria" w:hAnsi="Cambria"/>
                <w:b/>
                <w:sz w:val="28"/>
                <w:szCs w:val="28"/>
                <w:u w:val="single"/>
              </w:rPr>
              <w:t>Ильина Ирина Юрьевна</w:t>
            </w:r>
            <w:r w:rsidRPr="001E704E">
              <w:rPr>
                <w:rFonts w:ascii="Cambria" w:hAnsi="Cambria"/>
                <w:b/>
                <w:sz w:val="28"/>
                <w:szCs w:val="28"/>
              </w:rPr>
              <w:t xml:space="preserve"> – </w:t>
            </w:r>
          </w:p>
          <w:p w:rsidR="008A29FF" w:rsidRPr="001E704E" w:rsidRDefault="008A29FF" w:rsidP="001E704E">
            <w:pPr>
              <w:spacing w:after="0"/>
              <w:ind w:left="34" w:right="742"/>
              <w:rPr>
                <w:rFonts w:ascii="Cambria" w:hAnsi="Cambria"/>
                <w:sz w:val="24"/>
                <w:szCs w:val="24"/>
              </w:rPr>
            </w:pPr>
            <w:r w:rsidRPr="001E704E">
              <w:rPr>
                <w:rFonts w:ascii="Cambria" w:hAnsi="Cambria"/>
                <w:sz w:val="24"/>
                <w:szCs w:val="24"/>
              </w:rPr>
              <w:t>декан факультета педагогики и психологии детства ФГБОУ ВПО</w:t>
            </w:r>
          </w:p>
          <w:p w:rsidR="008A29FF" w:rsidRPr="001E704E" w:rsidRDefault="008A29FF" w:rsidP="001E704E">
            <w:pPr>
              <w:spacing w:after="0"/>
              <w:ind w:left="34" w:right="742"/>
              <w:rPr>
                <w:rFonts w:ascii="Cambria" w:hAnsi="Cambria"/>
                <w:sz w:val="24"/>
                <w:szCs w:val="24"/>
              </w:rPr>
            </w:pPr>
            <w:r w:rsidRPr="001E704E">
              <w:rPr>
                <w:rFonts w:ascii="Cambria" w:hAnsi="Cambria"/>
                <w:sz w:val="24"/>
                <w:szCs w:val="24"/>
              </w:rPr>
              <w:t xml:space="preserve"> «Пермский государственный гуманитарно-педагогический университет», кандидат психологических наук, доцент.</w:t>
            </w:r>
          </w:p>
          <w:p w:rsidR="008A29FF" w:rsidRPr="001E704E" w:rsidRDefault="008A29FF" w:rsidP="001E704E">
            <w:pPr>
              <w:spacing w:after="0" w:line="240" w:lineRule="auto"/>
              <w:ind w:left="34" w:right="742"/>
              <w:rPr>
                <w:rFonts w:ascii="Cambria" w:hAnsi="Cambria"/>
                <w:sz w:val="24"/>
                <w:szCs w:val="24"/>
              </w:rPr>
            </w:pPr>
          </w:p>
          <w:p w:rsidR="008A29FF" w:rsidRPr="001E704E" w:rsidRDefault="008A29FF" w:rsidP="001E704E">
            <w:pPr>
              <w:spacing w:after="0" w:line="240" w:lineRule="auto"/>
              <w:ind w:left="34" w:right="742"/>
              <w:rPr>
                <w:rFonts w:ascii="Cambria" w:hAnsi="Cambria"/>
                <w:sz w:val="24"/>
                <w:szCs w:val="24"/>
              </w:rPr>
            </w:pPr>
          </w:p>
          <w:p w:rsidR="008A29FF" w:rsidRPr="001E704E" w:rsidRDefault="008A29FF" w:rsidP="001E704E">
            <w:pPr>
              <w:spacing w:after="0" w:line="240" w:lineRule="auto"/>
              <w:ind w:left="34" w:right="742"/>
              <w:rPr>
                <w:rFonts w:ascii="Cambria" w:hAnsi="Cambria"/>
                <w:b/>
                <w:sz w:val="28"/>
                <w:szCs w:val="28"/>
              </w:rPr>
            </w:pPr>
            <w:r w:rsidRPr="001E704E">
              <w:rPr>
                <w:rFonts w:ascii="Cambria" w:hAnsi="Cambria"/>
                <w:b/>
                <w:sz w:val="28"/>
                <w:szCs w:val="28"/>
              </w:rPr>
              <w:t>Члены  жюри:</w:t>
            </w:r>
          </w:p>
          <w:p w:rsidR="008A29FF" w:rsidRPr="001E704E" w:rsidRDefault="008A29FF" w:rsidP="001E704E">
            <w:pPr>
              <w:spacing w:after="0" w:line="240" w:lineRule="auto"/>
              <w:ind w:left="34" w:right="742"/>
              <w:rPr>
                <w:rFonts w:ascii="Cambria" w:hAnsi="Cambria"/>
                <w:b/>
                <w:sz w:val="28"/>
                <w:szCs w:val="28"/>
              </w:rPr>
            </w:pPr>
          </w:p>
          <w:p w:rsidR="008A29FF" w:rsidRPr="001E704E" w:rsidRDefault="008A29FF" w:rsidP="001E704E">
            <w:pPr>
              <w:spacing w:after="0" w:line="240" w:lineRule="auto"/>
              <w:ind w:left="34" w:right="742"/>
              <w:rPr>
                <w:rFonts w:ascii="Cambria" w:hAnsi="Cambria"/>
                <w:b/>
                <w:sz w:val="28"/>
                <w:szCs w:val="28"/>
              </w:rPr>
            </w:pPr>
            <w:r w:rsidRPr="001E704E">
              <w:rPr>
                <w:rFonts w:ascii="Cambria" w:hAnsi="Cambria"/>
                <w:b/>
                <w:sz w:val="28"/>
                <w:szCs w:val="28"/>
                <w:u w:val="single"/>
              </w:rPr>
              <w:t>Ворошнина Ольга Руховна</w:t>
            </w:r>
            <w:r w:rsidRPr="001E704E">
              <w:rPr>
                <w:rFonts w:ascii="Cambria" w:hAnsi="Cambria"/>
                <w:b/>
                <w:sz w:val="28"/>
                <w:szCs w:val="28"/>
              </w:rPr>
              <w:t xml:space="preserve"> – </w:t>
            </w:r>
          </w:p>
          <w:p w:rsidR="008A29FF" w:rsidRPr="001E704E" w:rsidRDefault="008A29FF" w:rsidP="001E704E">
            <w:pPr>
              <w:spacing w:after="0"/>
              <w:ind w:left="34" w:right="742"/>
              <w:rPr>
                <w:rFonts w:ascii="Cambria" w:hAnsi="Cambria"/>
                <w:sz w:val="24"/>
                <w:szCs w:val="24"/>
              </w:rPr>
            </w:pPr>
            <w:r w:rsidRPr="001E704E">
              <w:rPr>
                <w:rFonts w:ascii="Cambria" w:hAnsi="Cambria"/>
                <w:sz w:val="24"/>
                <w:szCs w:val="24"/>
              </w:rPr>
              <w:t xml:space="preserve">заведующая кафедрой специальной дошкольной педагогики и </w:t>
            </w:r>
          </w:p>
          <w:p w:rsidR="008A29FF" w:rsidRPr="001E704E" w:rsidRDefault="008A29FF" w:rsidP="001E704E">
            <w:pPr>
              <w:spacing w:after="0"/>
              <w:ind w:left="34" w:right="742"/>
              <w:rPr>
                <w:rFonts w:ascii="Cambria" w:hAnsi="Cambria"/>
                <w:sz w:val="24"/>
                <w:szCs w:val="24"/>
              </w:rPr>
            </w:pPr>
            <w:r w:rsidRPr="001E704E">
              <w:rPr>
                <w:rFonts w:ascii="Cambria" w:hAnsi="Cambria"/>
                <w:sz w:val="24"/>
                <w:szCs w:val="24"/>
              </w:rPr>
              <w:t>психологии ФГБОУ ВПО «Пермский государственный  гуманитарно-педагогический университет»,   кандидат психологических наук, доцент.</w:t>
            </w:r>
          </w:p>
          <w:p w:rsidR="008A29FF" w:rsidRPr="001E704E" w:rsidRDefault="008A29FF" w:rsidP="001E704E">
            <w:pPr>
              <w:spacing w:after="0" w:line="240" w:lineRule="auto"/>
              <w:ind w:left="34" w:right="742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8A29FF" w:rsidRPr="001E704E" w:rsidRDefault="008A29FF" w:rsidP="001E704E">
            <w:pPr>
              <w:spacing w:after="0" w:line="240" w:lineRule="auto"/>
              <w:ind w:left="34" w:right="742"/>
              <w:rPr>
                <w:rFonts w:ascii="Cambria" w:hAnsi="Cambria"/>
                <w:sz w:val="24"/>
                <w:szCs w:val="24"/>
              </w:rPr>
            </w:pPr>
          </w:p>
          <w:p w:rsidR="008A29FF" w:rsidRPr="001E704E" w:rsidRDefault="008A29FF" w:rsidP="001E704E">
            <w:pPr>
              <w:tabs>
                <w:tab w:val="left" w:pos="4728"/>
              </w:tabs>
              <w:spacing w:after="0" w:line="240" w:lineRule="auto"/>
              <w:ind w:left="34" w:right="571"/>
              <w:rPr>
                <w:rFonts w:ascii="Cambria" w:hAnsi="Cambria"/>
                <w:b/>
                <w:sz w:val="28"/>
                <w:szCs w:val="28"/>
                <w:u w:val="single"/>
              </w:rPr>
            </w:pPr>
            <w:r w:rsidRPr="001E704E">
              <w:rPr>
                <w:rFonts w:ascii="Cambria" w:hAnsi="Cambria"/>
                <w:b/>
                <w:sz w:val="28"/>
                <w:szCs w:val="28"/>
                <w:u w:val="single"/>
              </w:rPr>
              <w:t xml:space="preserve">Завьялова </w:t>
            </w:r>
          </w:p>
          <w:p w:rsidR="008A29FF" w:rsidRPr="001E704E" w:rsidRDefault="008A29FF" w:rsidP="001E704E">
            <w:pPr>
              <w:tabs>
                <w:tab w:val="left" w:pos="4728"/>
              </w:tabs>
              <w:spacing w:after="0" w:line="240" w:lineRule="auto"/>
              <w:ind w:left="34" w:right="571"/>
              <w:rPr>
                <w:rFonts w:ascii="Cambria" w:hAnsi="Cambria"/>
                <w:b/>
                <w:sz w:val="28"/>
                <w:szCs w:val="28"/>
              </w:rPr>
            </w:pPr>
            <w:r w:rsidRPr="001E704E">
              <w:rPr>
                <w:rFonts w:ascii="Cambria" w:hAnsi="Cambria"/>
                <w:b/>
                <w:sz w:val="28"/>
                <w:szCs w:val="28"/>
                <w:u w:val="single"/>
              </w:rPr>
              <w:t>Татьяна Владимировна</w:t>
            </w:r>
            <w:r w:rsidRPr="001E704E">
              <w:rPr>
                <w:rFonts w:ascii="Cambria" w:hAnsi="Cambria"/>
                <w:b/>
                <w:sz w:val="28"/>
                <w:szCs w:val="28"/>
              </w:rPr>
              <w:t xml:space="preserve"> – </w:t>
            </w:r>
          </w:p>
          <w:p w:rsidR="008A29FF" w:rsidRPr="001E704E" w:rsidRDefault="008A29FF" w:rsidP="001E704E">
            <w:pPr>
              <w:spacing w:after="0"/>
              <w:ind w:left="34" w:right="742"/>
              <w:rPr>
                <w:rFonts w:ascii="Cambria" w:hAnsi="Cambria"/>
                <w:sz w:val="24"/>
                <w:szCs w:val="24"/>
              </w:rPr>
            </w:pPr>
            <w:r w:rsidRPr="001E704E">
              <w:rPr>
                <w:rFonts w:ascii="Cambria" w:hAnsi="Cambria"/>
                <w:sz w:val="24"/>
                <w:szCs w:val="24"/>
              </w:rPr>
              <w:t xml:space="preserve">заведующий МАДОУ «Детский сад </w:t>
            </w:r>
          </w:p>
          <w:p w:rsidR="008A29FF" w:rsidRPr="001E704E" w:rsidRDefault="008A29FF" w:rsidP="001E704E">
            <w:pPr>
              <w:spacing w:after="0"/>
              <w:ind w:left="34" w:right="742"/>
              <w:rPr>
                <w:rFonts w:ascii="Cambria" w:hAnsi="Cambria"/>
                <w:sz w:val="24"/>
                <w:szCs w:val="24"/>
              </w:rPr>
            </w:pPr>
            <w:r w:rsidRPr="001E704E">
              <w:rPr>
                <w:rFonts w:ascii="Cambria" w:hAnsi="Cambria"/>
                <w:sz w:val="24"/>
                <w:szCs w:val="24"/>
              </w:rPr>
              <w:t>№ 88» г. Березники, победитель областного конкурса «Учитель года – 2005».</w:t>
            </w:r>
          </w:p>
          <w:p w:rsidR="008A29FF" w:rsidRPr="001E704E" w:rsidRDefault="008A29FF" w:rsidP="001E704E">
            <w:pPr>
              <w:spacing w:after="0" w:line="240" w:lineRule="auto"/>
              <w:rPr>
                <w:rFonts w:ascii="Cambria" w:hAnsi="Cambria"/>
              </w:rPr>
            </w:pPr>
          </w:p>
        </w:tc>
        <w:tc>
          <w:tcPr>
            <w:tcW w:w="5104" w:type="dxa"/>
            <w:gridSpan w:val="2"/>
          </w:tcPr>
          <w:p w:rsidR="008A29FF" w:rsidRPr="001E704E" w:rsidRDefault="008A29FF" w:rsidP="001E704E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8A29FF" w:rsidRPr="001E704E" w:rsidRDefault="008A29FF" w:rsidP="001E704E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8A29FF" w:rsidRPr="001E704E" w:rsidRDefault="008A29FF" w:rsidP="001E704E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36"/>
                <w:szCs w:val="36"/>
              </w:rPr>
            </w:pPr>
            <w:r w:rsidRPr="001E704E">
              <w:rPr>
                <w:rFonts w:ascii="Cambria" w:hAnsi="Cambria"/>
                <w:b/>
                <w:i/>
                <w:sz w:val="36"/>
                <w:szCs w:val="36"/>
              </w:rPr>
              <w:t>Учредитель конкурса</w:t>
            </w:r>
          </w:p>
          <w:p w:rsidR="008A29FF" w:rsidRPr="001E704E" w:rsidRDefault="008A29FF" w:rsidP="001E704E">
            <w:pPr>
              <w:spacing w:after="0" w:line="240" w:lineRule="auto"/>
              <w:jc w:val="center"/>
              <w:rPr>
                <w:rFonts w:ascii="Cambria" w:hAnsi="Cambria"/>
                <w:i/>
                <w:sz w:val="36"/>
                <w:szCs w:val="36"/>
              </w:rPr>
            </w:pPr>
          </w:p>
          <w:p w:rsidR="008A29FF" w:rsidRPr="001E704E" w:rsidRDefault="008A29FF" w:rsidP="001E704E">
            <w:pPr>
              <w:spacing w:after="0" w:line="240" w:lineRule="auto"/>
              <w:jc w:val="center"/>
              <w:rPr>
                <w:rFonts w:ascii="Cambria" w:hAnsi="Cambria"/>
                <w:b/>
                <w:sz w:val="36"/>
                <w:szCs w:val="36"/>
              </w:rPr>
            </w:pPr>
            <w:r w:rsidRPr="001E704E">
              <w:rPr>
                <w:rFonts w:ascii="Cambria" w:hAnsi="Cambria"/>
                <w:b/>
                <w:sz w:val="36"/>
                <w:szCs w:val="36"/>
              </w:rPr>
              <w:t xml:space="preserve">Министерство </w:t>
            </w:r>
          </w:p>
          <w:p w:rsidR="008A29FF" w:rsidRPr="001E704E" w:rsidRDefault="008A29FF" w:rsidP="001E704E">
            <w:pPr>
              <w:spacing w:after="0" w:line="240" w:lineRule="auto"/>
              <w:jc w:val="center"/>
              <w:rPr>
                <w:rFonts w:ascii="Cambria" w:hAnsi="Cambria"/>
                <w:b/>
                <w:sz w:val="36"/>
                <w:szCs w:val="36"/>
              </w:rPr>
            </w:pPr>
            <w:r w:rsidRPr="001E704E">
              <w:rPr>
                <w:rFonts w:ascii="Cambria" w:hAnsi="Cambria"/>
                <w:b/>
                <w:sz w:val="36"/>
                <w:szCs w:val="36"/>
              </w:rPr>
              <w:t>образования и науки Пермского края</w:t>
            </w:r>
          </w:p>
          <w:p w:rsidR="008A29FF" w:rsidRPr="001E704E" w:rsidRDefault="008A29FF" w:rsidP="001E704E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  <w:p w:rsidR="008A29FF" w:rsidRPr="001E704E" w:rsidRDefault="008A29FF" w:rsidP="001E704E">
            <w:pPr>
              <w:pStyle w:val="ListParagraph"/>
              <w:tabs>
                <w:tab w:val="left" w:pos="1027"/>
              </w:tabs>
              <w:spacing w:after="0" w:line="240" w:lineRule="auto"/>
              <w:ind w:left="318"/>
              <w:jc w:val="center"/>
              <w:rPr>
                <w:rFonts w:ascii="Cambria" w:hAnsi="Cambria"/>
                <w:b/>
                <w:sz w:val="32"/>
                <w:szCs w:val="32"/>
              </w:rPr>
            </w:pPr>
          </w:p>
          <w:p w:rsidR="008A29FF" w:rsidRPr="001E704E" w:rsidRDefault="008A29FF" w:rsidP="001E704E">
            <w:pPr>
              <w:pStyle w:val="ListParagraph"/>
              <w:tabs>
                <w:tab w:val="left" w:pos="1027"/>
              </w:tabs>
              <w:spacing w:after="0" w:line="240" w:lineRule="auto"/>
              <w:ind w:left="318"/>
              <w:jc w:val="center"/>
              <w:rPr>
                <w:rFonts w:ascii="Cambria" w:hAnsi="Cambria"/>
                <w:b/>
                <w:sz w:val="32"/>
                <w:szCs w:val="32"/>
              </w:rPr>
            </w:pPr>
            <w:r w:rsidRPr="001E704E">
              <w:rPr>
                <w:rFonts w:ascii="Cambria" w:hAnsi="Cambria"/>
                <w:b/>
                <w:sz w:val="32"/>
                <w:szCs w:val="32"/>
              </w:rPr>
              <w:t>* * *</w:t>
            </w:r>
          </w:p>
          <w:p w:rsidR="008A29FF" w:rsidRPr="001E704E" w:rsidRDefault="008A29FF" w:rsidP="001E704E">
            <w:pPr>
              <w:pStyle w:val="ListParagraph"/>
              <w:tabs>
                <w:tab w:val="left" w:pos="1027"/>
              </w:tabs>
              <w:spacing w:after="0" w:line="240" w:lineRule="auto"/>
              <w:ind w:left="318"/>
              <w:jc w:val="center"/>
              <w:rPr>
                <w:rFonts w:ascii="Cambria" w:hAnsi="Cambria"/>
                <w:b/>
                <w:sz w:val="32"/>
                <w:szCs w:val="32"/>
              </w:rPr>
            </w:pPr>
          </w:p>
          <w:p w:rsidR="008A29FF" w:rsidRPr="001E704E" w:rsidRDefault="008A29FF" w:rsidP="001E704E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36"/>
                <w:szCs w:val="36"/>
              </w:rPr>
            </w:pPr>
            <w:r w:rsidRPr="001E704E">
              <w:rPr>
                <w:rFonts w:ascii="Cambria" w:hAnsi="Cambria"/>
                <w:b/>
                <w:i/>
                <w:sz w:val="36"/>
                <w:szCs w:val="36"/>
              </w:rPr>
              <w:t>Организатор конкурса</w:t>
            </w:r>
          </w:p>
          <w:p w:rsidR="008A29FF" w:rsidRPr="001E704E" w:rsidRDefault="008A29FF" w:rsidP="001E704E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36"/>
                <w:szCs w:val="36"/>
                <w:u w:val="single"/>
              </w:rPr>
            </w:pPr>
          </w:p>
          <w:p w:rsidR="008A29FF" w:rsidRPr="001E704E" w:rsidRDefault="008A29FF" w:rsidP="001E704E">
            <w:pPr>
              <w:spacing w:after="0" w:line="240" w:lineRule="auto"/>
              <w:jc w:val="center"/>
              <w:rPr>
                <w:rFonts w:ascii="Cambria" w:hAnsi="Cambria"/>
                <w:b/>
                <w:sz w:val="36"/>
                <w:szCs w:val="36"/>
              </w:rPr>
            </w:pPr>
            <w:r w:rsidRPr="001E704E">
              <w:rPr>
                <w:rFonts w:ascii="Cambria" w:hAnsi="Cambria"/>
                <w:b/>
                <w:sz w:val="36"/>
                <w:szCs w:val="36"/>
              </w:rPr>
              <w:t>ГАУ ДПО «Институт развития образования Пермского края»</w:t>
            </w:r>
          </w:p>
          <w:p w:rsidR="008A29FF" w:rsidRPr="001E704E" w:rsidRDefault="008A29FF" w:rsidP="001E704E">
            <w:pPr>
              <w:spacing w:after="0" w:line="240" w:lineRule="auto"/>
              <w:jc w:val="center"/>
              <w:rPr>
                <w:rFonts w:ascii="Cambria" w:hAnsi="Cambria"/>
                <w:b/>
                <w:sz w:val="36"/>
                <w:szCs w:val="36"/>
              </w:rPr>
            </w:pPr>
          </w:p>
          <w:p w:rsidR="008A29FF" w:rsidRPr="001E704E" w:rsidRDefault="008A29FF" w:rsidP="001E704E">
            <w:pPr>
              <w:pStyle w:val="ListParagraph"/>
              <w:tabs>
                <w:tab w:val="left" w:pos="1027"/>
              </w:tabs>
              <w:spacing w:after="0" w:line="240" w:lineRule="auto"/>
              <w:ind w:left="318"/>
              <w:jc w:val="center"/>
              <w:rPr>
                <w:rFonts w:ascii="Cambria" w:hAnsi="Cambria"/>
                <w:b/>
                <w:sz w:val="32"/>
                <w:szCs w:val="32"/>
              </w:rPr>
            </w:pPr>
          </w:p>
          <w:p w:rsidR="008A29FF" w:rsidRPr="001E704E" w:rsidRDefault="008A29FF" w:rsidP="001E704E">
            <w:pPr>
              <w:pStyle w:val="ListParagraph"/>
              <w:tabs>
                <w:tab w:val="left" w:pos="1027"/>
              </w:tabs>
              <w:spacing w:after="0" w:line="240" w:lineRule="auto"/>
              <w:ind w:left="318"/>
              <w:jc w:val="center"/>
              <w:rPr>
                <w:rFonts w:ascii="Cambria" w:hAnsi="Cambria"/>
                <w:b/>
                <w:sz w:val="32"/>
                <w:szCs w:val="32"/>
              </w:rPr>
            </w:pPr>
          </w:p>
          <w:p w:rsidR="008A29FF" w:rsidRPr="001E704E" w:rsidRDefault="008A29FF" w:rsidP="001E704E">
            <w:pPr>
              <w:pStyle w:val="ListParagraph"/>
              <w:tabs>
                <w:tab w:val="left" w:pos="1027"/>
              </w:tabs>
              <w:spacing w:after="0" w:line="240" w:lineRule="auto"/>
              <w:ind w:left="318"/>
              <w:jc w:val="center"/>
              <w:rPr>
                <w:rFonts w:ascii="Cambria" w:hAnsi="Cambria"/>
                <w:b/>
                <w:sz w:val="32"/>
                <w:szCs w:val="32"/>
              </w:rPr>
            </w:pPr>
          </w:p>
          <w:p w:rsidR="008A29FF" w:rsidRPr="001E704E" w:rsidRDefault="008A29FF" w:rsidP="001E704E">
            <w:pPr>
              <w:pStyle w:val="ListParagraph"/>
              <w:tabs>
                <w:tab w:val="left" w:pos="1027"/>
              </w:tabs>
              <w:spacing w:after="0" w:line="240" w:lineRule="auto"/>
              <w:ind w:left="318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1E704E">
              <w:rPr>
                <w:rFonts w:ascii="Cambria" w:hAnsi="Cambria"/>
                <w:b/>
                <w:sz w:val="24"/>
                <w:szCs w:val="24"/>
              </w:rPr>
              <w:t xml:space="preserve">Адрес: г. Пермь, </w:t>
            </w:r>
          </w:p>
          <w:p w:rsidR="008A29FF" w:rsidRPr="001E704E" w:rsidRDefault="008A29FF" w:rsidP="001E704E">
            <w:pPr>
              <w:pStyle w:val="ListParagraph"/>
              <w:tabs>
                <w:tab w:val="left" w:pos="1027"/>
              </w:tabs>
              <w:spacing w:after="0" w:line="240" w:lineRule="auto"/>
              <w:ind w:left="318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1E704E">
              <w:rPr>
                <w:rFonts w:ascii="Cambria" w:hAnsi="Cambria"/>
                <w:b/>
                <w:sz w:val="24"/>
                <w:szCs w:val="24"/>
              </w:rPr>
              <w:t>ул. Екатерининская, 210</w:t>
            </w:r>
          </w:p>
          <w:p w:rsidR="008A29FF" w:rsidRPr="001E704E" w:rsidRDefault="008A29FF" w:rsidP="001E704E">
            <w:pPr>
              <w:pStyle w:val="ListParagraph"/>
              <w:tabs>
                <w:tab w:val="left" w:pos="1027"/>
              </w:tabs>
              <w:spacing w:after="0" w:line="240" w:lineRule="auto"/>
              <w:ind w:left="318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1E704E">
              <w:rPr>
                <w:rFonts w:ascii="Cambria" w:hAnsi="Cambria"/>
                <w:b/>
                <w:sz w:val="24"/>
                <w:szCs w:val="24"/>
              </w:rPr>
              <w:t>телефон: 236-80-59</w:t>
            </w:r>
          </w:p>
          <w:p w:rsidR="008A29FF" w:rsidRPr="001E704E" w:rsidRDefault="008A29FF" w:rsidP="001E704E">
            <w:pPr>
              <w:pStyle w:val="ListParagraph"/>
              <w:tabs>
                <w:tab w:val="left" w:pos="1027"/>
              </w:tabs>
              <w:spacing w:after="0" w:line="240" w:lineRule="auto"/>
              <w:ind w:left="318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1E704E">
              <w:rPr>
                <w:rFonts w:ascii="Cambria" w:hAnsi="Cambria"/>
                <w:b/>
                <w:sz w:val="24"/>
                <w:szCs w:val="24"/>
              </w:rPr>
              <w:t>факс: 236-84-27</w:t>
            </w:r>
          </w:p>
          <w:p w:rsidR="008A29FF" w:rsidRPr="001E704E" w:rsidRDefault="008A29FF" w:rsidP="001E704E">
            <w:pPr>
              <w:pStyle w:val="ListParagraph"/>
              <w:tabs>
                <w:tab w:val="left" w:pos="1027"/>
              </w:tabs>
              <w:spacing w:after="0" w:line="240" w:lineRule="auto"/>
              <w:ind w:left="318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1E704E">
              <w:rPr>
                <w:rFonts w:ascii="Cambria" w:hAnsi="Cambria"/>
                <w:b/>
                <w:sz w:val="24"/>
                <w:szCs w:val="24"/>
                <w:lang w:val="en-US"/>
              </w:rPr>
              <w:t>e</w:t>
            </w:r>
            <w:r w:rsidRPr="001E704E">
              <w:rPr>
                <w:rFonts w:ascii="Cambria" w:hAnsi="Cambria"/>
                <w:b/>
                <w:sz w:val="24"/>
                <w:szCs w:val="24"/>
              </w:rPr>
              <w:t>-</w:t>
            </w:r>
            <w:r w:rsidRPr="001E704E">
              <w:rPr>
                <w:rFonts w:ascii="Cambria" w:hAnsi="Cambria"/>
                <w:b/>
                <w:sz w:val="24"/>
                <w:szCs w:val="24"/>
                <w:lang w:val="en-US"/>
              </w:rPr>
              <w:t>mail</w:t>
            </w:r>
            <w:r w:rsidRPr="001E704E">
              <w:rPr>
                <w:rFonts w:ascii="Cambria" w:hAnsi="Cambria"/>
                <w:b/>
                <w:sz w:val="24"/>
                <w:szCs w:val="24"/>
              </w:rPr>
              <w:t xml:space="preserve">: </w:t>
            </w:r>
            <w:hyperlink r:id="rId5" w:history="1">
              <w:r w:rsidRPr="001E704E">
                <w:rPr>
                  <w:rStyle w:val="Hyperlink"/>
                  <w:rFonts w:ascii="Cambria" w:hAnsi="Cambria"/>
                  <w:b/>
                  <w:sz w:val="24"/>
                  <w:szCs w:val="24"/>
                  <w:lang w:val="en-US"/>
                </w:rPr>
                <w:t>priemnaya</w:t>
              </w:r>
              <w:r w:rsidRPr="001E704E">
                <w:rPr>
                  <w:rStyle w:val="Hyperlink"/>
                  <w:rFonts w:ascii="Cambria" w:hAnsi="Cambria"/>
                  <w:b/>
                  <w:sz w:val="24"/>
                  <w:szCs w:val="24"/>
                </w:rPr>
                <w:t>@</w:t>
              </w:r>
              <w:r w:rsidRPr="001E704E">
                <w:rPr>
                  <w:rStyle w:val="Hyperlink"/>
                  <w:rFonts w:ascii="Cambria" w:hAnsi="Cambria"/>
                  <w:b/>
                  <w:sz w:val="24"/>
                  <w:szCs w:val="24"/>
                  <w:lang w:val="en-US"/>
                </w:rPr>
                <w:t>ipkro</w:t>
              </w:r>
              <w:r w:rsidRPr="001E704E">
                <w:rPr>
                  <w:rStyle w:val="Hyperlink"/>
                  <w:rFonts w:ascii="Cambria" w:hAnsi="Cambria"/>
                  <w:b/>
                  <w:sz w:val="24"/>
                  <w:szCs w:val="24"/>
                </w:rPr>
                <w:t>.</w:t>
              </w:r>
              <w:r w:rsidRPr="001E704E">
                <w:rPr>
                  <w:rStyle w:val="Hyperlink"/>
                  <w:rFonts w:ascii="Cambria" w:hAnsi="Cambria"/>
                  <w:b/>
                  <w:sz w:val="24"/>
                  <w:szCs w:val="24"/>
                  <w:lang w:val="en-US"/>
                </w:rPr>
                <w:t>perm</w:t>
              </w:r>
              <w:r w:rsidRPr="001E704E">
                <w:rPr>
                  <w:rStyle w:val="Hyperlink"/>
                  <w:rFonts w:ascii="Cambria" w:hAnsi="Cambria"/>
                  <w:b/>
                  <w:sz w:val="24"/>
                  <w:szCs w:val="24"/>
                </w:rPr>
                <w:t>.</w:t>
              </w:r>
              <w:r w:rsidRPr="001E704E">
                <w:rPr>
                  <w:rStyle w:val="Hyperlink"/>
                  <w:rFonts w:ascii="Cambria" w:hAnsi="Cambria"/>
                  <w:b/>
                  <w:sz w:val="24"/>
                  <w:szCs w:val="24"/>
                  <w:lang w:val="en-US"/>
                </w:rPr>
                <w:t>ru</w:t>
              </w:r>
            </w:hyperlink>
          </w:p>
          <w:p w:rsidR="008A29FF" w:rsidRPr="001E704E" w:rsidRDefault="008A29FF" w:rsidP="001E704E">
            <w:pPr>
              <w:pStyle w:val="ListParagraph"/>
              <w:tabs>
                <w:tab w:val="left" w:pos="1027"/>
              </w:tabs>
              <w:spacing w:after="0" w:line="240" w:lineRule="auto"/>
              <w:ind w:left="318"/>
              <w:jc w:val="center"/>
              <w:rPr>
                <w:rFonts w:ascii="Cambria" w:hAnsi="Cambria"/>
                <w:b/>
                <w:sz w:val="32"/>
                <w:szCs w:val="32"/>
              </w:rPr>
            </w:pPr>
            <w:r w:rsidRPr="001E704E">
              <w:rPr>
                <w:rFonts w:ascii="Cambria" w:hAnsi="Cambria"/>
                <w:b/>
                <w:sz w:val="24"/>
                <w:szCs w:val="24"/>
              </w:rPr>
              <w:t xml:space="preserve">сайт: </w:t>
            </w:r>
            <w:hyperlink r:id="rId6" w:history="1">
              <w:r w:rsidRPr="001E704E">
                <w:rPr>
                  <w:rStyle w:val="Hyperlink"/>
                  <w:rFonts w:ascii="Cambria" w:hAnsi="Cambria"/>
                  <w:b/>
                  <w:sz w:val="24"/>
                  <w:szCs w:val="24"/>
                  <w:lang w:val="en-US"/>
                </w:rPr>
                <w:t>http</w:t>
              </w:r>
              <w:r w:rsidRPr="001E704E">
                <w:rPr>
                  <w:rStyle w:val="Hyperlink"/>
                  <w:rFonts w:ascii="Cambria" w:hAnsi="Cambria"/>
                  <w:b/>
                  <w:sz w:val="24"/>
                  <w:szCs w:val="24"/>
                </w:rPr>
                <w:t>://</w:t>
              </w:r>
              <w:r w:rsidRPr="001E704E">
                <w:rPr>
                  <w:rStyle w:val="Hyperlink"/>
                  <w:rFonts w:ascii="Cambria" w:hAnsi="Cambria"/>
                  <w:b/>
                  <w:sz w:val="24"/>
                  <w:szCs w:val="24"/>
                  <w:lang w:val="en-US"/>
                </w:rPr>
                <w:t>www</w:t>
              </w:r>
              <w:r w:rsidRPr="001E704E">
                <w:rPr>
                  <w:rStyle w:val="Hyperlink"/>
                  <w:rFonts w:ascii="Cambria" w:hAnsi="Cambria"/>
                  <w:b/>
                  <w:sz w:val="24"/>
                  <w:szCs w:val="24"/>
                </w:rPr>
                <w:t>.</w:t>
              </w:r>
              <w:r w:rsidRPr="001E704E">
                <w:rPr>
                  <w:rStyle w:val="Hyperlink"/>
                  <w:rFonts w:ascii="Cambria" w:hAnsi="Cambria"/>
                  <w:b/>
                  <w:sz w:val="24"/>
                  <w:szCs w:val="24"/>
                  <w:lang w:val="en-US"/>
                </w:rPr>
                <w:t>iro</w:t>
              </w:r>
              <w:r w:rsidRPr="001E704E">
                <w:rPr>
                  <w:rStyle w:val="Hyperlink"/>
                  <w:rFonts w:ascii="Cambria" w:hAnsi="Cambria"/>
                  <w:b/>
                  <w:sz w:val="24"/>
                  <w:szCs w:val="24"/>
                </w:rPr>
                <w:t>.</w:t>
              </w:r>
              <w:r w:rsidRPr="001E704E">
                <w:rPr>
                  <w:rStyle w:val="Hyperlink"/>
                  <w:rFonts w:ascii="Cambria" w:hAnsi="Cambria"/>
                  <w:b/>
                  <w:sz w:val="24"/>
                  <w:szCs w:val="24"/>
                  <w:lang w:val="en-US"/>
                </w:rPr>
                <w:t>perm</w:t>
              </w:r>
              <w:r w:rsidRPr="001E704E">
                <w:rPr>
                  <w:rStyle w:val="Hyperlink"/>
                  <w:rFonts w:ascii="Cambria" w:hAnsi="Cambria"/>
                  <w:b/>
                  <w:sz w:val="24"/>
                  <w:szCs w:val="24"/>
                </w:rPr>
                <w:t>.</w:t>
              </w:r>
              <w:r w:rsidRPr="001E704E">
                <w:rPr>
                  <w:rStyle w:val="Hyperlink"/>
                  <w:rFonts w:ascii="Cambria" w:hAnsi="Cambria"/>
                  <w:b/>
                  <w:sz w:val="24"/>
                  <w:szCs w:val="24"/>
                  <w:lang w:val="en-US"/>
                </w:rPr>
                <w:t>ru</w:t>
              </w:r>
            </w:hyperlink>
            <w:r w:rsidRPr="001E704E">
              <w:rPr>
                <w:rFonts w:ascii="Cambria" w:hAnsi="Cambria"/>
                <w:b/>
                <w:sz w:val="24"/>
                <w:szCs w:val="24"/>
              </w:rPr>
              <w:t xml:space="preserve"> </w:t>
            </w:r>
          </w:p>
          <w:p w:rsidR="008A29FF" w:rsidRPr="001E704E" w:rsidRDefault="008A29FF" w:rsidP="001E704E">
            <w:pPr>
              <w:pStyle w:val="ListParagraph"/>
              <w:tabs>
                <w:tab w:val="left" w:pos="1027"/>
              </w:tabs>
              <w:spacing w:after="0" w:line="240" w:lineRule="auto"/>
              <w:ind w:left="318"/>
              <w:jc w:val="center"/>
              <w:rPr>
                <w:rFonts w:ascii="Cambria" w:hAnsi="Cambria"/>
                <w:b/>
                <w:sz w:val="32"/>
                <w:szCs w:val="32"/>
              </w:rPr>
            </w:pPr>
          </w:p>
        </w:tc>
        <w:tc>
          <w:tcPr>
            <w:tcW w:w="5245" w:type="dxa"/>
            <w:vAlign w:val="center"/>
          </w:tcPr>
          <w:p w:rsidR="008A29FF" w:rsidRPr="001E704E" w:rsidRDefault="008A29FF" w:rsidP="001E704E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  <w:p w:rsidR="008A29FF" w:rsidRPr="001E704E" w:rsidRDefault="008A29FF" w:rsidP="001E704E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  <w:p w:rsidR="008A29FF" w:rsidRPr="001E704E" w:rsidRDefault="008A29FF" w:rsidP="001E704E">
            <w:pPr>
              <w:spacing w:after="0" w:line="240" w:lineRule="auto"/>
              <w:jc w:val="center"/>
              <w:rPr>
                <w:rFonts w:ascii="Cambria" w:hAnsi="Cambria"/>
                <w:sz w:val="40"/>
                <w:szCs w:val="40"/>
              </w:rPr>
            </w:pPr>
            <w:r w:rsidRPr="001E704E">
              <w:rPr>
                <w:rFonts w:ascii="Cambria" w:hAnsi="Cambria"/>
                <w:b/>
                <w:sz w:val="40"/>
                <w:szCs w:val="40"/>
              </w:rPr>
              <w:t>КРАЕВОЙ КОНКУРС</w:t>
            </w:r>
            <w:r w:rsidRPr="001E704E">
              <w:rPr>
                <w:rFonts w:ascii="Cambria" w:hAnsi="Cambria"/>
                <w:b/>
                <w:i/>
                <w:sz w:val="40"/>
                <w:szCs w:val="40"/>
              </w:rPr>
              <w:t xml:space="preserve"> </w:t>
            </w:r>
            <w:r w:rsidRPr="001E704E">
              <w:rPr>
                <w:rFonts w:ascii="Cambria" w:hAnsi="Cambria"/>
                <w:b/>
                <w:sz w:val="40"/>
                <w:szCs w:val="40"/>
              </w:rPr>
              <w:t>«Учитель года 2017»</w:t>
            </w:r>
          </w:p>
          <w:p w:rsidR="008A29FF" w:rsidRPr="001E704E" w:rsidRDefault="008A29FF" w:rsidP="001E704E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  <w:p w:rsidR="008A29FF" w:rsidRPr="001E704E" w:rsidRDefault="008A29FF" w:rsidP="001E704E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  <w:p w:rsidR="008A29FF" w:rsidRPr="001E704E" w:rsidRDefault="008A29FF" w:rsidP="001E704E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  <w:p w:rsidR="008A29FF" w:rsidRPr="001E704E" w:rsidRDefault="008A29FF" w:rsidP="001E704E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  <w:p w:rsidR="008A29FF" w:rsidRPr="001E704E" w:rsidRDefault="008A29FF" w:rsidP="001E704E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  <w:p w:rsidR="008A29FF" w:rsidRPr="001E704E" w:rsidRDefault="008A29FF" w:rsidP="001E704E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  <w:p w:rsidR="008A29FF" w:rsidRPr="001E704E" w:rsidRDefault="008A29FF" w:rsidP="001E704E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  <w:p w:rsidR="008A29FF" w:rsidRPr="001E704E" w:rsidRDefault="008A29FF" w:rsidP="001E704E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  <w:p w:rsidR="008A29FF" w:rsidRPr="001E704E" w:rsidRDefault="008A29FF" w:rsidP="001E704E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  <w:p w:rsidR="008A29FF" w:rsidRPr="001E704E" w:rsidRDefault="008A29FF" w:rsidP="001E704E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  <w:p w:rsidR="008A29FF" w:rsidRPr="001E704E" w:rsidRDefault="008A29FF" w:rsidP="001E704E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  <w:p w:rsidR="008A29FF" w:rsidRPr="001E704E" w:rsidRDefault="008A29FF" w:rsidP="001E704E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  <w:p w:rsidR="008A29FF" w:rsidRPr="001E704E" w:rsidRDefault="008A29FF" w:rsidP="001E704E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  <w:p w:rsidR="008A29FF" w:rsidRPr="001E704E" w:rsidRDefault="008A29FF" w:rsidP="001E704E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  <w:p w:rsidR="008A29FF" w:rsidRPr="001E704E" w:rsidRDefault="008A29FF" w:rsidP="001E704E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  <w:p w:rsidR="008A29FF" w:rsidRPr="001E704E" w:rsidRDefault="008A29FF" w:rsidP="001E704E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  <w:p w:rsidR="008A29FF" w:rsidRPr="001E704E" w:rsidRDefault="008A29FF" w:rsidP="001E704E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  <w:p w:rsidR="008A29FF" w:rsidRPr="001E704E" w:rsidRDefault="008A29FF" w:rsidP="001E704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style="position:absolute;left:0;text-align:left;margin-left:29.4pt;margin-top:-189.75pt;width:198.75pt;height:190.1pt;z-index:251658240;visibility:visible">
                  <v:imagedata r:id="rId7" o:title=""/>
                  <w10:wrap type="square"/>
                </v:shape>
              </w:pict>
            </w:r>
          </w:p>
          <w:p w:rsidR="008A29FF" w:rsidRPr="001E704E" w:rsidRDefault="008A29FF" w:rsidP="001E704E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  <w:p w:rsidR="008A29FF" w:rsidRPr="001E704E" w:rsidRDefault="008A29FF" w:rsidP="001E704E">
            <w:pPr>
              <w:spacing w:after="0" w:line="240" w:lineRule="auto"/>
              <w:ind w:left="742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E704E">
              <w:rPr>
                <w:rFonts w:ascii="Cambria" w:hAnsi="Cambria"/>
                <w:b/>
                <w:sz w:val="28"/>
                <w:szCs w:val="28"/>
              </w:rPr>
              <w:t>Номинация</w:t>
            </w:r>
          </w:p>
          <w:p w:rsidR="008A29FF" w:rsidRPr="001E704E" w:rsidRDefault="008A29FF" w:rsidP="001E704E">
            <w:pPr>
              <w:spacing w:after="0" w:line="240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</w:p>
          <w:p w:rsidR="008A29FF" w:rsidRPr="001E704E" w:rsidRDefault="008A29FF" w:rsidP="001E704E">
            <w:pPr>
              <w:spacing w:after="0" w:line="240" w:lineRule="auto"/>
              <w:ind w:left="459"/>
              <w:jc w:val="center"/>
              <w:rPr>
                <w:rFonts w:ascii="Cambria" w:hAnsi="Cambria"/>
                <w:sz w:val="36"/>
                <w:szCs w:val="36"/>
              </w:rPr>
            </w:pPr>
            <w:r w:rsidRPr="001E704E">
              <w:rPr>
                <w:rFonts w:ascii="Cambria" w:hAnsi="Cambria"/>
                <w:b/>
                <w:sz w:val="36"/>
                <w:szCs w:val="36"/>
              </w:rPr>
              <w:t>Педагог дошкольного образования</w:t>
            </w:r>
          </w:p>
          <w:p w:rsidR="008A29FF" w:rsidRPr="001E704E" w:rsidRDefault="008A29FF" w:rsidP="001E704E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  <w:p w:rsidR="008A29FF" w:rsidRPr="001E704E" w:rsidRDefault="008A29FF" w:rsidP="001E704E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  <w:p w:rsidR="008A29FF" w:rsidRPr="001E704E" w:rsidRDefault="008A29FF" w:rsidP="001E704E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  <w:p w:rsidR="008A29FF" w:rsidRPr="001E704E" w:rsidRDefault="008A29FF" w:rsidP="001E704E">
            <w:pPr>
              <w:spacing w:after="0" w:line="240" w:lineRule="auto"/>
              <w:ind w:left="742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1E704E">
              <w:rPr>
                <w:rFonts w:ascii="Cambria" w:hAnsi="Cambria"/>
                <w:b/>
                <w:sz w:val="24"/>
                <w:szCs w:val="24"/>
              </w:rPr>
              <w:t>г. Пермь</w:t>
            </w:r>
          </w:p>
          <w:p w:rsidR="008A29FF" w:rsidRPr="001E704E" w:rsidRDefault="008A29FF" w:rsidP="001E704E">
            <w:pPr>
              <w:spacing w:after="0" w:line="240" w:lineRule="auto"/>
              <w:ind w:left="742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1E704E">
              <w:rPr>
                <w:rFonts w:ascii="Cambria" w:hAnsi="Cambria"/>
                <w:b/>
                <w:sz w:val="24"/>
                <w:szCs w:val="24"/>
              </w:rPr>
              <w:t>11 – 14 апреля 2017 г.</w:t>
            </w:r>
          </w:p>
          <w:p w:rsidR="008A29FF" w:rsidRPr="001E704E" w:rsidRDefault="008A29FF" w:rsidP="001E704E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  <w:p w:rsidR="008A29FF" w:rsidRPr="001E704E" w:rsidRDefault="008A29FF" w:rsidP="001E704E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  <w:p w:rsidR="008A29FF" w:rsidRPr="001E704E" w:rsidRDefault="008A29FF" w:rsidP="001E704E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  <w:p w:rsidR="008A29FF" w:rsidRPr="001E704E" w:rsidRDefault="008A29FF" w:rsidP="001E704E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  <w:p w:rsidR="008A29FF" w:rsidRPr="001E704E" w:rsidRDefault="008A29FF" w:rsidP="001E704E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  <w:p w:rsidR="008A29FF" w:rsidRPr="001E704E" w:rsidRDefault="008A29FF" w:rsidP="001E704E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  <w:tr w:rsidR="008A29FF" w:rsidRPr="001E704E" w:rsidTr="001E704E">
        <w:trPr>
          <w:trHeight w:val="10340"/>
        </w:trPr>
        <w:tc>
          <w:tcPr>
            <w:tcW w:w="5246" w:type="dxa"/>
          </w:tcPr>
          <w:p w:rsidR="008A29FF" w:rsidRPr="001E704E" w:rsidRDefault="008A29FF" w:rsidP="001E704E">
            <w:pPr>
              <w:tabs>
                <w:tab w:val="left" w:pos="4854"/>
              </w:tabs>
              <w:spacing w:after="0" w:line="240" w:lineRule="auto"/>
              <w:ind w:right="176"/>
              <w:jc w:val="center"/>
              <w:rPr>
                <w:rFonts w:ascii="Cambria" w:hAnsi="Cambria"/>
                <w:b/>
                <w:sz w:val="32"/>
                <w:szCs w:val="32"/>
              </w:rPr>
            </w:pPr>
          </w:p>
          <w:p w:rsidR="008A29FF" w:rsidRPr="001E704E" w:rsidRDefault="008A29FF" w:rsidP="001E704E">
            <w:pPr>
              <w:tabs>
                <w:tab w:val="left" w:pos="4854"/>
              </w:tabs>
              <w:spacing w:after="0" w:line="240" w:lineRule="auto"/>
              <w:ind w:right="176"/>
              <w:jc w:val="center"/>
              <w:rPr>
                <w:rFonts w:ascii="Cambria" w:hAnsi="Cambria"/>
                <w:b/>
                <w:sz w:val="32"/>
                <w:szCs w:val="32"/>
              </w:rPr>
            </w:pPr>
            <w:r w:rsidRPr="001E704E">
              <w:rPr>
                <w:rFonts w:ascii="Cambria" w:hAnsi="Cambria"/>
                <w:b/>
                <w:sz w:val="32"/>
                <w:szCs w:val="32"/>
              </w:rPr>
              <w:t>ПРОГРАММА КОНКУРСА</w:t>
            </w:r>
          </w:p>
          <w:p w:rsidR="008A29FF" w:rsidRPr="001E704E" w:rsidRDefault="008A29FF" w:rsidP="001E704E">
            <w:pPr>
              <w:tabs>
                <w:tab w:val="left" w:pos="4854"/>
              </w:tabs>
              <w:spacing w:after="0" w:line="240" w:lineRule="auto"/>
              <w:ind w:right="176"/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  <w:p w:rsidR="008A29FF" w:rsidRPr="001E704E" w:rsidRDefault="008A29FF" w:rsidP="001E704E">
            <w:pPr>
              <w:tabs>
                <w:tab w:val="left" w:pos="4854"/>
              </w:tabs>
              <w:spacing w:after="0" w:line="240" w:lineRule="auto"/>
              <w:ind w:right="176"/>
              <w:jc w:val="center"/>
              <w:rPr>
                <w:rFonts w:ascii="Cambria" w:hAnsi="Cambria"/>
                <w:sz w:val="28"/>
                <w:szCs w:val="28"/>
                <w:u w:val="single"/>
              </w:rPr>
            </w:pPr>
            <w:r w:rsidRPr="001E704E">
              <w:rPr>
                <w:rFonts w:ascii="Cambria" w:hAnsi="Cambria"/>
                <w:b/>
                <w:sz w:val="28"/>
                <w:szCs w:val="28"/>
                <w:u w:val="single"/>
              </w:rPr>
              <w:t>11 апреля (вторник)</w:t>
            </w:r>
          </w:p>
          <w:p w:rsidR="008A29FF" w:rsidRPr="001E704E" w:rsidRDefault="008A29FF" w:rsidP="001E704E">
            <w:pPr>
              <w:tabs>
                <w:tab w:val="left" w:pos="4571"/>
              </w:tabs>
              <w:spacing w:after="0" w:line="240" w:lineRule="auto"/>
              <w:ind w:right="601"/>
              <w:jc w:val="center"/>
              <w:rPr>
                <w:rFonts w:ascii="Cambria" w:hAnsi="Cambria"/>
                <w:b/>
                <w:i/>
                <w:sz w:val="24"/>
                <w:szCs w:val="24"/>
              </w:rPr>
            </w:pPr>
            <w:r w:rsidRPr="001E704E">
              <w:rPr>
                <w:rFonts w:ascii="Cambria" w:hAnsi="Cambria"/>
                <w:b/>
                <w:i/>
                <w:sz w:val="24"/>
                <w:szCs w:val="24"/>
              </w:rPr>
              <w:t>МАДОУ «Детский сад № 422» г. Перми</w:t>
            </w:r>
          </w:p>
          <w:p w:rsidR="008A29FF" w:rsidRPr="001E704E" w:rsidRDefault="008A29FF" w:rsidP="001E704E">
            <w:pPr>
              <w:tabs>
                <w:tab w:val="left" w:pos="4571"/>
              </w:tabs>
              <w:spacing w:after="0" w:line="240" w:lineRule="auto"/>
              <w:ind w:right="601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1E704E">
              <w:rPr>
                <w:rFonts w:ascii="Cambria" w:hAnsi="Cambria"/>
                <w:b/>
                <w:i/>
                <w:sz w:val="20"/>
                <w:szCs w:val="20"/>
              </w:rPr>
              <w:t xml:space="preserve">Адрес: г. </w:t>
            </w:r>
            <w:bookmarkStart w:id="0" w:name="_GoBack"/>
            <w:bookmarkEnd w:id="0"/>
            <w:r w:rsidRPr="001E704E">
              <w:rPr>
                <w:rFonts w:ascii="Cambria" w:hAnsi="Cambria"/>
                <w:b/>
                <w:i/>
                <w:sz w:val="20"/>
                <w:szCs w:val="20"/>
              </w:rPr>
              <w:t xml:space="preserve">Пермь, ул. Народовольческая, д. 28. </w:t>
            </w:r>
          </w:p>
          <w:p w:rsidR="008A29FF" w:rsidRPr="001E704E" w:rsidRDefault="008A29FF" w:rsidP="001E704E">
            <w:pPr>
              <w:tabs>
                <w:tab w:val="left" w:pos="4571"/>
              </w:tabs>
              <w:spacing w:after="0" w:line="240" w:lineRule="auto"/>
              <w:ind w:right="601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1E704E">
              <w:rPr>
                <w:rFonts w:ascii="Cambria" w:hAnsi="Cambria"/>
                <w:b/>
                <w:i/>
                <w:sz w:val="20"/>
                <w:szCs w:val="20"/>
              </w:rPr>
              <w:t>тел.: 8(342)216-38-82</w:t>
            </w:r>
          </w:p>
          <w:p w:rsidR="008A29FF" w:rsidRPr="001E704E" w:rsidRDefault="008A29FF" w:rsidP="001E704E">
            <w:pPr>
              <w:tabs>
                <w:tab w:val="left" w:pos="4571"/>
              </w:tabs>
              <w:spacing w:after="0" w:line="240" w:lineRule="auto"/>
              <w:ind w:right="601"/>
              <w:jc w:val="center"/>
              <w:rPr>
                <w:rFonts w:ascii="Cambria" w:hAnsi="Cambria"/>
                <w:sz w:val="28"/>
                <w:szCs w:val="28"/>
              </w:rPr>
            </w:pPr>
          </w:p>
          <w:p w:rsidR="008A29FF" w:rsidRPr="001E704E" w:rsidRDefault="008A29FF" w:rsidP="001E704E">
            <w:pPr>
              <w:tabs>
                <w:tab w:val="left" w:pos="4571"/>
              </w:tabs>
              <w:spacing w:after="0" w:line="240" w:lineRule="auto"/>
              <w:ind w:right="601"/>
              <w:jc w:val="both"/>
              <w:rPr>
                <w:rFonts w:ascii="Cambria" w:hAnsi="Cambria"/>
                <w:sz w:val="24"/>
                <w:szCs w:val="24"/>
              </w:rPr>
            </w:pPr>
            <w:r w:rsidRPr="001E704E">
              <w:rPr>
                <w:rFonts w:ascii="Cambria" w:hAnsi="Cambria"/>
                <w:b/>
                <w:sz w:val="24"/>
                <w:szCs w:val="24"/>
              </w:rPr>
              <w:t>09:00 – 10:00</w:t>
            </w:r>
            <w:r w:rsidRPr="001E704E">
              <w:rPr>
                <w:rFonts w:ascii="Cambria" w:hAnsi="Cambria"/>
                <w:sz w:val="24"/>
                <w:szCs w:val="24"/>
              </w:rPr>
              <w:t xml:space="preserve"> – встреча, регистрация участников</w:t>
            </w:r>
          </w:p>
          <w:p w:rsidR="008A29FF" w:rsidRPr="001E704E" w:rsidRDefault="008A29FF" w:rsidP="001E704E">
            <w:pPr>
              <w:tabs>
                <w:tab w:val="left" w:pos="4571"/>
              </w:tabs>
              <w:spacing w:after="0" w:line="240" w:lineRule="auto"/>
              <w:ind w:left="34" w:right="601" w:hanging="34"/>
              <w:jc w:val="both"/>
              <w:rPr>
                <w:rFonts w:ascii="Cambria" w:hAnsi="Cambria"/>
                <w:sz w:val="24"/>
                <w:szCs w:val="24"/>
              </w:rPr>
            </w:pPr>
            <w:r w:rsidRPr="001E704E">
              <w:rPr>
                <w:rFonts w:ascii="Cambria" w:hAnsi="Cambria"/>
                <w:b/>
                <w:sz w:val="24"/>
                <w:szCs w:val="24"/>
              </w:rPr>
              <w:t>10:00 – 10:45</w:t>
            </w:r>
            <w:r w:rsidRPr="001E704E">
              <w:rPr>
                <w:rFonts w:ascii="Cambria" w:hAnsi="Cambria"/>
                <w:sz w:val="24"/>
                <w:szCs w:val="24"/>
              </w:rPr>
              <w:t xml:space="preserve"> – церемония открытия номинации «Педагог дошкольного образования» конкурс «Учитель года 2017», жеребьевка</w:t>
            </w:r>
          </w:p>
          <w:p w:rsidR="008A29FF" w:rsidRPr="001E704E" w:rsidRDefault="008A29FF" w:rsidP="001E704E">
            <w:pPr>
              <w:tabs>
                <w:tab w:val="left" w:pos="4571"/>
              </w:tabs>
              <w:spacing w:after="0" w:line="240" w:lineRule="auto"/>
              <w:ind w:left="1736" w:right="601" w:hanging="1736"/>
              <w:jc w:val="both"/>
              <w:rPr>
                <w:rFonts w:ascii="Cambria" w:hAnsi="Cambria"/>
                <w:sz w:val="24"/>
                <w:szCs w:val="24"/>
              </w:rPr>
            </w:pPr>
            <w:r w:rsidRPr="001E704E">
              <w:rPr>
                <w:rFonts w:ascii="Cambria" w:hAnsi="Cambria"/>
                <w:b/>
                <w:sz w:val="24"/>
                <w:szCs w:val="24"/>
              </w:rPr>
              <w:t>10:45 – 11:30</w:t>
            </w:r>
            <w:r w:rsidRPr="001E704E">
              <w:rPr>
                <w:rFonts w:ascii="Cambria" w:hAnsi="Cambria"/>
                <w:sz w:val="24"/>
                <w:szCs w:val="24"/>
              </w:rPr>
              <w:t xml:space="preserve"> – кофе-брейк</w:t>
            </w:r>
          </w:p>
          <w:p w:rsidR="008A29FF" w:rsidRPr="001E704E" w:rsidRDefault="008A29FF" w:rsidP="001E704E">
            <w:pPr>
              <w:tabs>
                <w:tab w:val="left" w:pos="4571"/>
              </w:tabs>
              <w:spacing w:after="0" w:line="240" w:lineRule="auto"/>
              <w:ind w:left="1736" w:right="601" w:hanging="1736"/>
              <w:jc w:val="both"/>
              <w:rPr>
                <w:rFonts w:ascii="Cambria" w:hAnsi="Cambria"/>
                <w:sz w:val="24"/>
                <w:szCs w:val="24"/>
              </w:rPr>
            </w:pPr>
            <w:r w:rsidRPr="001E704E">
              <w:rPr>
                <w:rFonts w:ascii="Cambria" w:hAnsi="Cambria"/>
                <w:b/>
                <w:sz w:val="24"/>
                <w:szCs w:val="24"/>
              </w:rPr>
              <w:t>11:30 – 12:50</w:t>
            </w:r>
            <w:r w:rsidRPr="001E704E">
              <w:rPr>
                <w:rFonts w:ascii="Cambria" w:hAnsi="Cambria"/>
                <w:sz w:val="24"/>
                <w:szCs w:val="24"/>
              </w:rPr>
              <w:t xml:space="preserve"> – конкурсное испытание «Занятие»</w:t>
            </w:r>
          </w:p>
          <w:p w:rsidR="008A29FF" w:rsidRPr="001E704E" w:rsidRDefault="008A29FF" w:rsidP="001E704E">
            <w:pPr>
              <w:tabs>
                <w:tab w:val="left" w:pos="4571"/>
              </w:tabs>
              <w:spacing w:after="0" w:line="240" w:lineRule="auto"/>
              <w:ind w:left="34" w:right="601"/>
              <w:jc w:val="both"/>
              <w:rPr>
                <w:rFonts w:ascii="Cambria" w:hAnsi="Cambria"/>
                <w:sz w:val="24"/>
                <w:szCs w:val="24"/>
              </w:rPr>
            </w:pPr>
            <w:r w:rsidRPr="001E704E">
              <w:rPr>
                <w:rFonts w:ascii="Cambria" w:hAnsi="Cambria"/>
                <w:b/>
                <w:sz w:val="24"/>
                <w:szCs w:val="24"/>
              </w:rPr>
              <w:t>12:50 – 15:00</w:t>
            </w:r>
            <w:r w:rsidRPr="001E704E">
              <w:rPr>
                <w:rFonts w:ascii="Cambria" w:hAnsi="Cambria"/>
                <w:sz w:val="24"/>
                <w:szCs w:val="24"/>
              </w:rPr>
              <w:t xml:space="preserve"> – обед, экспертная работа жюри</w:t>
            </w:r>
          </w:p>
          <w:p w:rsidR="008A29FF" w:rsidRPr="001E704E" w:rsidRDefault="008A29FF" w:rsidP="001E704E">
            <w:pPr>
              <w:tabs>
                <w:tab w:val="left" w:pos="4571"/>
              </w:tabs>
              <w:spacing w:after="0" w:line="240" w:lineRule="auto"/>
              <w:ind w:left="34" w:right="601"/>
              <w:jc w:val="both"/>
              <w:rPr>
                <w:rFonts w:ascii="Cambria" w:hAnsi="Cambria"/>
                <w:sz w:val="24"/>
                <w:szCs w:val="24"/>
              </w:rPr>
            </w:pPr>
            <w:r w:rsidRPr="001E704E">
              <w:rPr>
                <w:rFonts w:ascii="Cambria" w:hAnsi="Cambria"/>
                <w:b/>
                <w:sz w:val="24"/>
                <w:szCs w:val="24"/>
              </w:rPr>
              <w:t>15:00 – 16:50</w:t>
            </w:r>
            <w:r w:rsidRPr="001E704E">
              <w:rPr>
                <w:rFonts w:ascii="Cambria" w:hAnsi="Cambria"/>
                <w:sz w:val="24"/>
                <w:szCs w:val="24"/>
              </w:rPr>
              <w:t xml:space="preserve"> – конкурсное испытание «Занятие»</w:t>
            </w:r>
          </w:p>
          <w:p w:rsidR="008A29FF" w:rsidRPr="001E704E" w:rsidRDefault="008A29FF" w:rsidP="001E704E">
            <w:pPr>
              <w:tabs>
                <w:tab w:val="left" w:pos="4571"/>
              </w:tabs>
              <w:spacing w:after="0" w:line="240" w:lineRule="auto"/>
              <w:ind w:left="1736" w:right="601" w:hanging="1736"/>
              <w:jc w:val="both"/>
              <w:rPr>
                <w:rFonts w:ascii="Cambria" w:hAnsi="Cambria"/>
                <w:sz w:val="24"/>
                <w:szCs w:val="24"/>
              </w:rPr>
            </w:pPr>
            <w:r w:rsidRPr="001E704E">
              <w:rPr>
                <w:rFonts w:ascii="Cambria" w:hAnsi="Cambria"/>
                <w:b/>
                <w:sz w:val="24"/>
                <w:szCs w:val="24"/>
              </w:rPr>
              <w:t>16:50 – 18:00</w:t>
            </w:r>
            <w:r w:rsidRPr="001E704E">
              <w:rPr>
                <w:rFonts w:ascii="Cambria" w:hAnsi="Cambria"/>
                <w:sz w:val="24"/>
                <w:szCs w:val="24"/>
              </w:rPr>
              <w:t xml:space="preserve"> – Самоанализ занятий</w:t>
            </w:r>
          </w:p>
          <w:p w:rsidR="008A29FF" w:rsidRPr="001E704E" w:rsidRDefault="008A29FF" w:rsidP="001E704E">
            <w:pPr>
              <w:tabs>
                <w:tab w:val="left" w:pos="4571"/>
              </w:tabs>
              <w:spacing w:after="0" w:line="240" w:lineRule="auto"/>
              <w:ind w:left="1736" w:right="601" w:hanging="1736"/>
              <w:rPr>
                <w:rFonts w:ascii="Cambria" w:hAnsi="Cambria"/>
                <w:sz w:val="24"/>
                <w:szCs w:val="24"/>
              </w:rPr>
            </w:pPr>
          </w:p>
          <w:p w:rsidR="008A29FF" w:rsidRPr="001E704E" w:rsidRDefault="008A29FF" w:rsidP="001E704E">
            <w:pPr>
              <w:tabs>
                <w:tab w:val="left" w:pos="4571"/>
              </w:tabs>
              <w:spacing w:after="0" w:line="240" w:lineRule="auto"/>
              <w:ind w:right="601"/>
              <w:jc w:val="center"/>
              <w:rPr>
                <w:rFonts w:ascii="Cambria" w:hAnsi="Cambria"/>
                <w:sz w:val="28"/>
                <w:szCs w:val="28"/>
                <w:u w:val="single"/>
              </w:rPr>
            </w:pPr>
            <w:r w:rsidRPr="001E704E">
              <w:rPr>
                <w:rFonts w:ascii="Cambria" w:hAnsi="Cambria"/>
                <w:b/>
                <w:sz w:val="28"/>
                <w:szCs w:val="28"/>
                <w:u w:val="single"/>
              </w:rPr>
              <w:t>12 апреля (среда)</w:t>
            </w:r>
          </w:p>
          <w:p w:rsidR="008A29FF" w:rsidRPr="001E704E" w:rsidRDefault="008A29FF" w:rsidP="001E704E">
            <w:pPr>
              <w:tabs>
                <w:tab w:val="left" w:pos="4571"/>
              </w:tabs>
              <w:spacing w:after="0" w:line="240" w:lineRule="auto"/>
              <w:ind w:right="601"/>
              <w:jc w:val="center"/>
              <w:rPr>
                <w:rFonts w:ascii="Cambria" w:hAnsi="Cambria"/>
                <w:b/>
                <w:i/>
                <w:sz w:val="24"/>
                <w:szCs w:val="24"/>
              </w:rPr>
            </w:pPr>
            <w:r w:rsidRPr="001E704E">
              <w:rPr>
                <w:rFonts w:ascii="Cambria" w:hAnsi="Cambria"/>
                <w:b/>
                <w:i/>
                <w:sz w:val="24"/>
                <w:szCs w:val="24"/>
              </w:rPr>
              <w:t>МАДОУ «Детский сад № 422» г. Перми</w:t>
            </w:r>
          </w:p>
          <w:p w:rsidR="008A29FF" w:rsidRPr="001E704E" w:rsidRDefault="008A29FF" w:rsidP="001E704E">
            <w:pPr>
              <w:tabs>
                <w:tab w:val="left" w:pos="4571"/>
              </w:tabs>
              <w:spacing w:after="0" w:line="240" w:lineRule="auto"/>
              <w:ind w:right="601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1E704E">
              <w:rPr>
                <w:rFonts w:ascii="Cambria" w:hAnsi="Cambria"/>
                <w:b/>
                <w:i/>
                <w:sz w:val="20"/>
                <w:szCs w:val="20"/>
              </w:rPr>
              <w:t xml:space="preserve">Адрес: г. Пермь, ул. Народовольческая, д. 28. </w:t>
            </w:r>
          </w:p>
          <w:p w:rsidR="008A29FF" w:rsidRPr="001E704E" w:rsidRDefault="008A29FF" w:rsidP="001E704E">
            <w:pPr>
              <w:tabs>
                <w:tab w:val="left" w:pos="4571"/>
              </w:tabs>
              <w:spacing w:after="0" w:line="240" w:lineRule="auto"/>
              <w:ind w:right="601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1E704E">
              <w:rPr>
                <w:rFonts w:ascii="Cambria" w:hAnsi="Cambria"/>
                <w:b/>
                <w:i/>
                <w:sz w:val="20"/>
                <w:szCs w:val="20"/>
              </w:rPr>
              <w:t>тел.: 8(342)216-38-82</w:t>
            </w:r>
          </w:p>
          <w:p w:rsidR="008A29FF" w:rsidRPr="001E704E" w:rsidRDefault="008A29FF" w:rsidP="001E704E">
            <w:pPr>
              <w:tabs>
                <w:tab w:val="left" w:pos="4571"/>
              </w:tabs>
              <w:spacing w:after="0" w:line="240" w:lineRule="auto"/>
              <w:ind w:right="601"/>
              <w:jc w:val="center"/>
              <w:rPr>
                <w:rFonts w:ascii="Cambria" w:hAnsi="Cambria"/>
                <w:sz w:val="28"/>
                <w:szCs w:val="28"/>
              </w:rPr>
            </w:pPr>
          </w:p>
          <w:p w:rsidR="008A29FF" w:rsidRPr="001E704E" w:rsidRDefault="008A29FF" w:rsidP="001E704E">
            <w:pPr>
              <w:tabs>
                <w:tab w:val="left" w:pos="4571"/>
              </w:tabs>
              <w:spacing w:after="0" w:line="240" w:lineRule="auto"/>
              <w:ind w:left="34" w:right="601"/>
              <w:jc w:val="both"/>
              <w:rPr>
                <w:rFonts w:ascii="Cambria" w:hAnsi="Cambria"/>
                <w:sz w:val="24"/>
                <w:szCs w:val="24"/>
              </w:rPr>
            </w:pPr>
            <w:r w:rsidRPr="001E704E">
              <w:rPr>
                <w:rFonts w:ascii="Cambria" w:hAnsi="Cambria"/>
                <w:b/>
                <w:sz w:val="24"/>
                <w:szCs w:val="24"/>
              </w:rPr>
              <w:t>9:00 – 13:00</w:t>
            </w:r>
            <w:r w:rsidRPr="001E704E">
              <w:rPr>
                <w:rFonts w:ascii="Cambria" w:hAnsi="Cambria"/>
                <w:sz w:val="24"/>
                <w:szCs w:val="24"/>
              </w:rPr>
              <w:t xml:space="preserve"> – конкурсное испытание «Кейсы. Образовательный проект»</w:t>
            </w:r>
          </w:p>
          <w:p w:rsidR="008A29FF" w:rsidRPr="001E704E" w:rsidRDefault="008A29FF" w:rsidP="001E704E">
            <w:pPr>
              <w:tabs>
                <w:tab w:val="left" w:pos="4571"/>
              </w:tabs>
              <w:spacing w:after="0" w:line="240" w:lineRule="auto"/>
              <w:ind w:left="1736" w:right="601" w:hanging="1736"/>
              <w:jc w:val="both"/>
              <w:rPr>
                <w:rFonts w:ascii="Cambria" w:hAnsi="Cambria"/>
                <w:sz w:val="24"/>
                <w:szCs w:val="24"/>
              </w:rPr>
            </w:pPr>
            <w:r w:rsidRPr="001E704E">
              <w:rPr>
                <w:rFonts w:ascii="Cambria" w:hAnsi="Cambria"/>
                <w:b/>
                <w:sz w:val="24"/>
                <w:szCs w:val="24"/>
              </w:rPr>
              <w:t>13:00 – 13:30</w:t>
            </w:r>
            <w:r w:rsidRPr="001E704E">
              <w:rPr>
                <w:rFonts w:ascii="Cambria" w:hAnsi="Cambria"/>
                <w:sz w:val="24"/>
                <w:szCs w:val="24"/>
              </w:rPr>
              <w:t xml:space="preserve"> – обед</w:t>
            </w:r>
          </w:p>
          <w:p w:rsidR="008A29FF" w:rsidRPr="001E704E" w:rsidRDefault="008A29FF" w:rsidP="001E704E">
            <w:pPr>
              <w:tabs>
                <w:tab w:val="left" w:pos="4571"/>
              </w:tabs>
              <w:spacing w:after="0" w:line="240" w:lineRule="auto"/>
              <w:ind w:right="601"/>
              <w:rPr>
                <w:rFonts w:ascii="Cambria" w:hAnsi="Cambria"/>
              </w:rPr>
            </w:pPr>
            <w:r w:rsidRPr="001E704E">
              <w:rPr>
                <w:rFonts w:ascii="Cambria" w:hAnsi="Cambria"/>
                <w:b/>
                <w:sz w:val="24"/>
                <w:szCs w:val="24"/>
              </w:rPr>
              <w:t>13:30 – 15:30</w:t>
            </w:r>
            <w:r w:rsidRPr="001E704E">
              <w:rPr>
                <w:rFonts w:ascii="Cambria" w:hAnsi="Cambria"/>
                <w:sz w:val="24"/>
                <w:szCs w:val="24"/>
              </w:rPr>
              <w:t xml:space="preserve"> – экспертная работа жюри</w:t>
            </w:r>
            <w:r w:rsidRPr="001E704E">
              <w:rPr>
                <w:rFonts w:ascii="Cambria" w:hAnsi="Cambria"/>
              </w:rPr>
              <w:t>;</w:t>
            </w:r>
          </w:p>
          <w:p w:rsidR="008A29FF" w:rsidRPr="001E704E" w:rsidRDefault="008A29FF" w:rsidP="001E704E">
            <w:pPr>
              <w:tabs>
                <w:tab w:val="left" w:pos="4571"/>
              </w:tabs>
              <w:spacing w:after="0" w:line="240" w:lineRule="auto"/>
              <w:ind w:right="601" w:firstLine="34"/>
              <w:jc w:val="both"/>
              <w:rPr>
                <w:rFonts w:ascii="Cambria" w:hAnsi="Cambria"/>
              </w:rPr>
            </w:pPr>
            <w:r w:rsidRPr="001E704E">
              <w:rPr>
                <w:rFonts w:ascii="Cambria" w:hAnsi="Cambria"/>
                <w:b/>
                <w:sz w:val="24"/>
                <w:szCs w:val="24"/>
              </w:rPr>
              <w:t>15:30 – 16:10</w:t>
            </w:r>
            <w:r w:rsidRPr="001E704E">
              <w:rPr>
                <w:rFonts w:ascii="Cambria" w:hAnsi="Cambria"/>
                <w:sz w:val="24"/>
                <w:szCs w:val="24"/>
              </w:rPr>
              <w:t xml:space="preserve"> – церемония закрытия номинации «Педагог дошкольного образования» конкурс «Учитель года 2017».</w:t>
            </w:r>
          </w:p>
        </w:tc>
        <w:tc>
          <w:tcPr>
            <w:tcW w:w="4819" w:type="dxa"/>
          </w:tcPr>
          <w:p w:rsidR="008A29FF" w:rsidRPr="001E704E" w:rsidRDefault="008A29FF" w:rsidP="001E704E">
            <w:pPr>
              <w:spacing w:after="0" w:line="240" w:lineRule="auto"/>
              <w:jc w:val="center"/>
              <w:rPr>
                <w:rFonts w:ascii="Cambria" w:hAnsi="Cambria"/>
                <w:b/>
                <w:sz w:val="28"/>
                <w:szCs w:val="28"/>
                <w:u w:val="single"/>
              </w:rPr>
            </w:pPr>
          </w:p>
          <w:p w:rsidR="008A29FF" w:rsidRPr="001E704E" w:rsidRDefault="008A29FF" w:rsidP="001E704E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  <w:u w:val="single"/>
              </w:rPr>
            </w:pPr>
          </w:p>
          <w:p w:rsidR="008A29FF" w:rsidRPr="001E704E" w:rsidRDefault="008A29FF" w:rsidP="001E704E">
            <w:pPr>
              <w:spacing w:after="0"/>
              <w:jc w:val="center"/>
              <w:rPr>
                <w:rFonts w:ascii="Cambria" w:hAnsi="Cambria"/>
                <w:b/>
                <w:sz w:val="28"/>
                <w:szCs w:val="28"/>
                <w:u w:val="single"/>
              </w:rPr>
            </w:pPr>
          </w:p>
          <w:p w:rsidR="008A29FF" w:rsidRPr="001E704E" w:rsidRDefault="008A29FF" w:rsidP="001E704E">
            <w:pPr>
              <w:spacing w:after="0"/>
              <w:ind w:right="175"/>
              <w:jc w:val="center"/>
              <w:rPr>
                <w:rFonts w:ascii="Cambria" w:hAnsi="Cambria"/>
                <w:sz w:val="28"/>
                <w:szCs w:val="28"/>
                <w:u w:val="single"/>
              </w:rPr>
            </w:pPr>
            <w:r w:rsidRPr="001E704E">
              <w:rPr>
                <w:rFonts w:ascii="Cambria" w:hAnsi="Cambria"/>
                <w:b/>
                <w:sz w:val="28"/>
                <w:szCs w:val="28"/>
                <w:u w:val="single"/>
              </w:rPr>
              <w:t>13 апреля (четверг)</w:t>
            </w:r>
          </w:p>
          <w:p w:rsidR="008A29FF" w:rsidRPr="001E704E" w:rsidRDefault="008A29FF" w:rsidP="001E704E">
            <w:pPr>
              <w:spacing w:after="0"/>
              <w:ind w:left="175" w:right="175"/>
              <w:jc w:val="center"/>
              <w:rPr>
                <w:rFonts w:ascii="Cambria" w:hAnsi="Cambria"/>
                <w:b/>
                <w:i/>
                <w:sz w:val="24"/>
                <w:szCs w:val="24"/>
              </w:rPr>
            </w:pPr>
            <w:r w:rsidRPr="001E704E">
              <w:rPr>
                <w:rFonts w:ascii="Cambria" w:hAnsi="Cambria"/>
                <w:b/>
                <w:i/>
                <w:sz w:val="24"/>
                <w:szCs w:val="24"/>
              </w:rPr>
              <w:t>МАОУ «Предметно-языковая школа «Дуплекс» г. Перми</w:t>
            </w:r>
          </w:p>
          <w:p w:rsidR="008A29FF" w:rsidRPr="001E704E" w:rsidRDefault="008A29FF" w:rsidP="001E704E">
            <w:pPr>
              <w:spacing w:after="0"/>
              <w:ind w:left="175" w:right="175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1E704E">
              <w:rPr>
                <w:rFonts w:ascii="Cambria" w:hAnsi="Cambria"/>
                <w:b/>
                <w:i/>
                <w:sz w:val="20"/>
                <w:szCs w:val="20"/>
              </w:rPr>
              <w:t xml:space="preserve">Адрес: г. Пермь, ул. Толмачева, д. 18. </w:t>
            </w:r>
          </w:p>
          <w:p w:rsidR="008A29FF" w:rsidRPr="001E704E" w:rsidRDefault="008A29FF" w:rsidP="001E704E">
            <w:pPr>
              <w:spacing w:after="0"/>
              <w:ind w:left="175" w:right="175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1E704E">
              <w:rPr>
                <w:rFonts w:ascii="Cambria" w:hAnsi="Cambria"/>
                <w:b/>
                <w:i/>
                <w:sz w:val="20"/>
                <w:szCs w:val="20"/>
              </w:rPr>
              <w:t>тел.: 8(342)246-53-11</w:t>
            </w:r>
          </w:p>
          <w:p w:rsidR="008A29FF" w:rsidRPr="001E704E" w:rsidRDefault="008A29FF" w:rsidP="001E704E">
            <w:pPr>
              <w:spacing w:after="0"/>
              <w:ind w:right="175"/>
              <w:jc w:val="center"/>
              <w:rPr>
                <w:rFonts w:ascii="Cambria" w:hAnsi="Cambria"/>
                <w:sz w:val="28"/>
                <w:szCs w:val="28"/>
              </w:rPr>
            </w:pPr>
          </w:p>
          <w:p w:rsidR="008A29FF" w:rsidRPr="001E704E" w:rsidRDefault="008A29FF" w:rsidP="001E704E">
            <w:pPr>
              <w:spacing w:after="0"/>
              <w:ind w:left="175" w:right="175"/>
              <w:rPr>
                <w:rFonts w:ascii="Cambria" w:hAnsi="Cambria"/>
                <w:sz w:val="24"/>
                <w:szCs w:val="24"/>
              </w:rPr>
            </w:pPr>
            <w:r w:rsidRPr="001E704E">
              <w:rPr>
                <w:rFonts w:ascii="Cambria" w:hAnsi="Cambria"/>
                <w:b/>
                <w:sz w:val="24"/>
                <w:szCs w:val="24"/>
              </w:rPr>
              <w:t>10:00 – 13:30</w:t>
            </w:r>
            <w:r w:rsidRPr="001E704E">
              <w:rPr>
                <w:rFonts w:ascii="Cambria" w:hAnsi="Cambria"/>
                <w:sz w:val="24"/>
                <w:szCs w:val="24"/>
              </w:rPr>
              <w:t xml:space="preserve"> – конкурс испытания «Блиц»</w:t>
            </w:r>
          </w:p>
          <w:p w:rsidR="008A29FF" w:rsidRPr="001E704E" w:rsidRDefault="008A29FF" w:rsidP="001E704E">
            <w:pPr>
              <w:spacing w:after="0"/>
              <w:ind w:left="1736" w:right="175" w:hanging="1736"/>
              <w:rPr>
                <w:rFonts w:ascii="Cambria" w:hAnsi="Cambria"/>
                <w:sz w:val="24"/>
                <w:szCs w:val="24"/>
              </w:rPr>
            </w:pPr>
          </w:p>
          <w:p w:rsidR="008A29FF" w:rsidRPr="001E704E" w:rsidRDefault="008A29FF" w:rsidP="001E704E">
            <w:pPr>
              <w:spacing w:after="0"/>
              <w:ind w:left="1736" w:right="175" w:hanging="1736"/>
              <w:rPr>
                <w:rFonts w:ascii="Cambria" w:hAnsi="Cambria"/>
                <w:sz w:val="24"/>
                <w:szCs w:val="24"/>
              </w:rPr>
            </w:pPr>
          </w:p>
          <w:p w:rsidR="008A29FF" w:rsidRPr="001E704E" w:rsidRDefault="008A29FF" w:rsidP="001E704E">
            <w:pPr>
              <w:spacing w:after="0"/>
              <w:ind w:left="1736" w:right="175" w:hanging="1736"/>
              <w:rPr>
                <w:rFonts w:ascii="Cambria" w:hAnsi="Cambria"/>
                <w:sz w:val="24"/>
                <w:szCs w:val="24"/>
              </w:rPr>
            </w:pPr>
          </w:p>
          <w:p w:rsidR="008A29FF" w:rsidRPr="001E704E" w:rsidRDefault="008A29FF" w:rsidP="001E704E">
            <w:pPr>
              <w:spacing w:after="0"/>
              <w:ind w:right="175"/>
              <w:jc w:val="center"/>
              <w:rPr>
                <w:rFonts w:ascii="Cambria" w:hAnsi="Cambria"/>
                <w:sz w:val="28"/>
                <w:szCs w:val="28"/>
                <w:u w:val="single"/>
              </w:rPr>
            </w:pPr>
            <w:r w:rsidRPr="001E704E">
              <w:rPr>
                <w:rFonts w:ascii="Cambria" w:hAnsi="Cambria"/>
                <w:b/>
                <w:sz w:val="28"/>
                <w:szCs w:val="28"/>
                <w:u w:val="single"/>
              </w:rPr>
              <w:t>14 апреля (пятница)</w:t>
            </w:r>
          </w:p>
          <w:p w:rsidR="008A29FF" w:rsidRPr="001E704E" w:rsidRDefault="008A29FF" w:rsidP="001E704E">
            <w:pPr>
              <w:spacing w:after="0"/>
              <w:ind w:left="175" w:right="175"/>
              <w:jc w:val="center"/>
              <w:rPr>
                <w:rFonts w:ascii="Cambria" w:hAnsi="Cambria"/>
                <w:b/>
                <w:i/>
                <w:sz w:val="24"/>
                <w:szCs w:val="24"/>
              </w:rPr>
            </w:pPr>
            <w:r w:rsidRPr="001E704E">
              <w:rPr>
                <w:rFonts w:ascii="Cambria" w:hAnsi="Cambria"/>
                <w:b/>
                <w:i/>
                <w:sz w:val="24"/>
                <w:szCs w:val="24"/>
              </w:rPr>
              <w:t>МАОУ дополнительного образования детей «Дворец детского (юношеского) творчества г. Пермь</w:t>
            </w:r>
          </w:p>
          <w:p w:rsidR="008A29FF" w:rsidRPr="001E704E" w:rsidRDefault="008A29FF" w:rsidP="001E704E">
            <w:pPr>
              <w:spacing w:after="0"/>
              <w:ind w:left="175" w:right="175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1E704E">
              <w:rPr>
                <w:rFonts w:ascii="Cambria" w:hAnsi="Cambria"/>
                <w:b/>
                <w:i/>
                <w:sz w:val="20"/>
                <w:szCs w:val="20"/>
              </w:rPr>
              <w:t xml:space="preserve">Адрес: г. Пермь, ул. Сибирская, д. 27а. </w:t>
            </w:r>
          </w:p>
          <w:p w:rsidR="008A29FF" w:rsidRPr="001E704E" w:rsidRDefault="008A29FF" w:rsidP="001E704E">
            <w:pPr>
              <w:spacing w:after="0"/>
              <w:ind w:left="175" w:right="175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1E704E">
              <w:rPr>
                <w:rFonts w:ascii="Cambria" w:hAnsi="Cambria"/>
                <w:b/>
                <w:i/>
                <w:sz w:val="20"/>
                <w:szCs w:val="20"/>
              </w:rPr>
              <w:t>тел,: 8(342)212-84-23</w:t>
            </w:r>
          </w:p>
          <w:p w:rsidR="008A29FF" w:rsidRPr="001E704E" w:rsidRDefault="008A29FF" w:rsidP="001E704E">
            <w:pPr>
              <w:spacing w:after="0"/>
              <w:ind w:right="175"/>
              <w:jc w:val="center"/>
              <w:rPr>
                <w:rFonts w:ascii="Cambria" w:hAnsi="Cambria"/>
                <w:sz w:val="28"/>
                <w:szCs w:val="28"/>
              </w:rPr>
            </w:pPr>
          </w:p>
          <w:p w:rsidR="008A29FF" w:rsidRPr="001E704E" w:rsidRDefault="008A29FF" w:rsidP="001E704E">
            <w:pPr>
              <w:spacing w:after="0"/>
              <w:ind w:left="317" w:right="175" w:hanging="317"/>
              <w:jc w:val="both"/>
              <w:rPr>
                <w:rFonts w:ascii="Cambria" w:hAnsi="Cambria"/>
                <w:sz w:val="24"/>
                <w:szCs w:val="24"/>
              </w:rPr>
            </w:pPr>
            <w:r w:rsidRPr="001E704E">
              <w:rPr>
                <w:rFonts w:ascii="Cambria" w:hAnsi="Cambria"/>
                <w:b/>
                <w:sz w:val="24"/>
                <w:szCs w:val="24"/>
              </w:rPr>
              <w:t xml:space="preserve">     12:00 – 14:00</w:t>
            </w:r>
            <w:r w:rsidRPr="001E704E">
              <w:rPr>
                <w:rFonts w:ascii="Cambria" w:hAnsi="Cambria"/>
                <w:sz w:val="24"/>
                <w:szCs w:val="24"/>
              </w:rPr>
              <w:t xml:space="preserve"> – торжественная церемония закрытия </w:t>
            </w:r>
            <w:r w:rsidRPr="001E704E">
              <w:rPr>
                <w:rFonts w:ascii="Cambria" w:hAnsi="Cambria"/>
                <w:sz w:val="24"/>
                <w:szCs w:val="24"/>
                <w:lang w:val="en-US"/>
              </w:rPr>
              <w:t>XXVIII</w:t>
            </w:r>
            <w:r w:rsidRPr="001E704E">
              <w:rPr>
                <w:rFonts w:ascii="Cambria" w:hAnsi="Cambria"/>
                <w:sz w:val="24"/>
                <w:szCs w:val="24"/>
              </w:rPr>
              <w:t xml:space="preserve"> краевого конкурса «Учитель года 2017»</w:t>
            </w:r>
          </w:p>
          <w:p w:rsidR="008A29FF" w:rsidRPr="001E704E" w:rsidRDefault="008A29FF" w:rsidP="001E704E">
            <w:pPr>
              <w:spacing w:after="0" w:line="240" w:lineRule="auto"/>
              <w:ind w:left="1736" w:hanging="1736"/>
              <w:rPr>
                <w:rFonts w:ascii="Cambria" w:hAnsi="Cambria"/>
              </w:rPr>
            </w:pPr>
          </w:p>
        </w:tc>
        <w:tc>
          <w:tcPr>
            <w:tcW w:w="5529" w:type="dxa"/>
            <w:gridSpan w:val="2"/>
          </w:tcPr>
          <w:p w:rsidR="008A29FF" w:rsidRPr="001E704E" w:rsidRDefault="008A29FF" w:rsidP="001E704E">
            <w:pPr>
              <w:spacing w:after="0" w:line="240" w:lineRule="auto"/>
              <w:jc w:val="center"/>
              <w:rPr>
                <w:rFonts w:ascii="Cambria" w:hAnsi="Cambria"/>
                <w:b/>
                <w:sz w:val="32"/>
                <w:szCs w:val="32"/>
              </w:rPr>
            </w:pPr>
          </w:p>
          <w:p w:rsidR="008A29FF" w:rsidRPr="001E704E" w:rsidRDefault="008A29FF" w:rsidP="001E704E">
            <w:pPr>
              <w:spacing w:after="0" w:line="240" w:lineRule="auto"/>
              <w:ind w:left="601"/>
              <w:jc w:val="center"/>
              <w:rPr>
                <w:rFonts w:ascii="Cambria" w:hAnsi="Cambria"/>
                <w:b/>
                <w:sz w:val="32"/>
                <w:szCs w:val="32"/>
              </w:rPr>
            </w:pPr>
            <w:r w:rsidRPr="001E704E">
              <w:rPr>
                <w:rFonts w:ascii="Cambria" w:hAnsi="Cambria"/>
                <w:b/>
                <w:sz w:val="32"/>
                <w:szCs w:val="32"/>
              </w:rPr>
              <w:t>УЧАСТНИКИ КОНКУРСА</w:t>
            </w:r>
          </w:p>
          <w:p w:rsidR="008A29FF" w:rsidRPr="001E704E" w:rsidRDefault="008A29FF" w:rsidP="001E704E">
            <w:pPr>
              <w:spacing w:after="0" w:line="240" w:lineRule="auto"/>
              <w:rPr>
                <w:rFonts w:ascii="Cambria" w:hAnsi="Cambria"/>
              </w:rPr>
            </w:pPr>
          </w:p>
          <w:p w:rsidR="008A29FF" w:rsidRPr="001E704E" w:rsidRDefault="008A29FF" w:rsidP="001E704E">
            <w:pPr>
              <w:pStyle w:val="ListParagraph"/>
              <w:numPr>
                <w:ilvl w:val="0"/>
                <w:numId w:val="2"/>
              </w:numPr>
              <w:tabs>
                <w:tab w:val="left" w:pos="885"/>
              </w:tabs>
              <w:spacing w:after="0"/>
              <w:ind w:left="885" w:hanging="284"/>
              <w:rPr>
                <w:rFonts w:ascii="Cambria" w:hAnsi="Cambria"/>
                <w:b/>
                <w:sz w:val="24"/>
                <w:szCs w:val="24"/>
              </w:rPr>
            </w:pPr>
            <w:r w:rsidRPr="001E704E">
              <w:rPr>
                <w:rFonts w:ascii="Cambria" w:hAnsi="Cambria"/>
                <w:b/>
                <w:sz w:val="24"/>
                <w:szCs w:val="24"/>
              </w:rPr>
              <w:t>Бузмакова Светлана Владимировна</w:t>
            </w:r>
          </w:p>
          <w:p w:rsidR="008A29FF" w:rsidRPr="001E704E" w:rsidRDefault="008A29FF" w:rsidP="001E704E">
            <w:pPr>
              <w:pStyle w:val="ListParagraph"/>
              <w:tabs>
                <w:tab w:val="left" w:pos="885"/>
              </w:tabs>
              <w:spacing w:after="0"/>
              <w:ind w:left="885" w:hanging="284"/>
              <w:rPr>
                <w:rFonts w:ascii="Cambria" w:hAnsi="Cambria"/>
                <w:sz w:val="24"/>
                <w:szCs w:val="24"/>
              </w:rPr>
            </w:pPr>
            <w:r w:rsidRPr="001E704E">
              <w:rPr>
                <w:rFonts w:ascii="Cambria" w:hAnsi="Cambria"/>
                <w:sz w:val="24"/>
                <w:szCs w:val="24"/>
              </w:rPr>
              <w:t>воспитатель. МАДОУ «Детский сад № 88», г. Березники</w:t>
            </w:r>
          </w:p>
          <w:p w:rsidR="008A29FF" w:rsidRPr="001E704E" w:rsidRDefault="008A29FF" w:rsidP="001E704E">
            <w:pPr>
              <w:pStyle w:val="ListParagraph"/>
              <w:tabs>
                <w:tab w:val="left" w:pos="885"/>
              </w:tabs>
              <w:spacing w:after="0"/>
              <w:ind w:left="885" w:hanging="284"/>
              <w:rPr>
                <w:rFonts w:ascii="Cambria" w:hAnsi="Cambria"/>
                <w:sz w:val="28"/>
                <w:szCs w:val="28"/>
              </w:rPr>
            </w:pPr>
          </w:p>
          <w:p w:rsidR="008A29FF" w:rsidRPr="001E704E" w:rsidRDefault="008A29FF" w:rsidP="001E704E">
            <w:pPr>
              <w:pStyle w:val="ListParagraph"/>
              <w:numPr>
                <w:ilvl w:val="0"/>
                <w:numId w:val="2"/>
              </w:numPr>
              <w:tabs>
                <w:tab w:val="left" w:pos="885"/>
              </w:tabs>
              <w:spacing w:after="0"/>
              <w:ind w:left="885" w:hanging="284"/>
              <w:rPr>
                <w:rFonts w:ascii="Cambria" w:hAnsi="Cambria"/>
                <w:sz w:val="28"/>
                <w:szCs w:val="28"/>
              </w:rPr>
            </w:pPr>
            <w:r w:rsidRPr="001E704E">
              <w:rPr>
                <w:rFonts w:ascii="Cambria" w:hAnsi="Cambria"/>
                <w:b/>
                <w:sz w:val="24"/>
                <w:szCs w:val="24"/>
              </w:rPr>
              <w:t xml:space="preserve">Зубарева Татьяна Александровна </w:t>
            </w:r>
            <w:r w:rsidRPr="001E704E">
              <w:rPr>
                <w:rFonts w:ascii="Cambria" w:hAnsi="Cambria"/>
                <w:sz w:val="24"/>
                <w:szCs w:val="24"/>
              </w:rPr>
              <w:t>воспитатель. МАДОУ «ЦРР - Детский сад № 11», г. Кунгур</w:t>
            </w:r>
          </w:p>
          <w:p w:rsidR="008A29FF" w:rsidRPr="001E704E" w:rsidRDefault="008A29FF" w:rsidP="001E704E">
            <w:pPr>
              <w:tabs>
                <w:tab w:val="left" w:pos="885"/>
              </w:tabs>
              <w:spacing w:after="0"/>
              <w:ind w:left="885" w:hanging="284"/>
              <w:rPr>
                <w:rFonts w:ascii="Cambria" w:hAnsi="Cambria"/>
                <w:sz w:val="28"/>
                <w:szCs w:val="28"/>
              </w:rPr>
            </w:pPr>
          </w:p>
          <w:p w:rsidR="008A29FF" w:rsidRPr="001E704E" w:rsidRDefault="008A29FF" w:rsidP="001E704E">
            <w:pPr>
              <w:pStyle w:val="ListParagraph"/>
              <w:numPr>
                <w:ilvl w:val="0"/>
                <w:numId w:val="2"/>
              </w:numPr>
              <w:tabs>
                <w:tab w:val="left" w:pos="885"/>
              </w:tabs>
              <w:spacing w:after="0"/>
              <w:ind w:left="885" w:hanging="284"/>
              <w:rPr>
                <w:rFonts w:ascii="Cambria" w:hAnsi="Cambria"/>
                <w:sz w:val="28"/>
                <w:szCs w:val="28"/>
              </w:rPr>
            </w:pPr>
            <w:r w:rsidRPr="001E704E">
              <w:rPr>
                <w:rFonts w:ascii="Cambria" w:hAnsi="Cambria"/>
                <w:b/>
                <w:sz w:val="24"/>
                <w:szCs w:val="24"/>
              </w:rPr>
              <w:t xml:space="preserve">Кожевникова Ирина Сергеевна </w:t>
            </w:r>
            <w:r w:rsidRPr="001E704E">
              <w:rPr>
                <w:rFonts w:ascii="Cambria" w:hAnsi="Cambria"/>
                <w:sz w:val="24"/>
                <w:szCs w:val="24"/>
              </w:rPr>
              <w:t>музыкальный руководитель. МАДОУ «Детский сад № 12», г. Соликамск</w:t>
            </w:r>
          </w:p>
          <w:p w:rsidR="008A29FF" w:rsidRPr="001E704E" w:rsidRDefault="008A29FF" w:rsidP="001E704E">
            <w:pPr>
              <w:tabs>
                <w:tab w:val="left" w:pos="885"/>
              </w:tabs>
              <w:spacing w:after="0"/>
              <w:ind w:left="885" w:hanging="284"/>
              <w:rPr>
                <w:rFonts w:ascii="Cambria" w:hAnsi="Cambria"/>
                <w:sz w:val="28"/>
                <w:szCs w:val="28"/>
              </w:rPr>
            </w:pPr>
          </w:p>
          <w:p w:rsidR="008A29FF" w:rsidRPr="001E704E" w:rsidRDefault="008A29FF" w:rsidP="001E704E">
            <w:pPr>
              <w:pStyle w:val="ListParagraph"/>
              <w:numPr>
                <w:ilvl w:val="0"/>
                <w:numId w:val="2"/>
              </w:numPr>
              <w:tabs>
                <w:tab w:val="left" w:pos="885"/>
              </w:tabs>
              <w:spacing w:after="0"/>
              <w:ind w:left="885" w:hanging="284"/>
              <w:rPr>
                <w:rFonts w:ascii="Cambria" w:hAnsi="Cambria"/>
                <w:sz w:val="28"/>
                <w:szCs w:val="28"/>
              </w:rPr>
            </w:pPr>
            <w:r w:rsidRPr="001E704E">
              <w:rPr>
                <w:rFonts w:ascii="Cambria" w:hAnsi="Cambria"/>
                <w:b/>
                <w:sz w:val="24"/>
                <w:szCs w:val="24"/>
              </w:rPr>
              <w:t xml:space="preserve">Милоголова Наталья Витальевна </w:t>
            </w:r>
            <w:r w:rsidRPr="001E704E">
              <w:rPr>
                <w:rFonts w:ascii="Cambria" w:hAnsi="Cambria"/>
                <w:sz w:val="24"/>
                <w:szCs w:val="24"/>
              </w:rPr>
              <w:t>воспитатель. МАДОУ «Култаевский детский сад «Колокольчик», Пермский район</w:t>
            </w:r>
          </w:p>
          <w:p w:rsidR="008A29FF" w:rsidRPr="001E704E" w:rsidRDefault="008A29FF" w:rsidP="001E704E">
            <w:pPr>
              <w:tabs>
                <w:tab w:val="left" w:pos="885"/>
              </w:tabs>
              <w:spacing w:after="0"/>
              <w:ind w:left="885" w:hanging="284"/>
              <w:rPr>
                <w:rFonts w:ascii="Cambria" w:hAnsi="Cambria"/>
                <w:sz w:val="28"/>
                <w:szCs w:val="28"/>
              </w:rPr>
            </w:pPr>
          </w:p>
          <w:p w:rsidR="008A29FF" w:rsidRPr="001E704E" w:rsidRDefault="008A29FF" w:rsidP="001E704E">
            <w:pPr>
              <w:pStyle w:val="ListParagraph"/>
              <w:numPr>
                <w:ilvl w:val="0"/>
                <w:numId w:val="2"/>
              </w:numPr>
              <w:tabs>
                <w:tab w:val="left" w:pos="885"/>
              </w:tabs>
              <w:spacing w:after="0"/>
              <w:ind w:left="885" w:hanging="284"/>
              <w:rPr>
                <w:rFonts w:ascii="Cambria" w:hAnsi="Cambria"/>
                <w:sz w:val="28"/>
                <w:szCs w:val="28"/>
              </w:rPr>
            </w:pPr>
            <w:r w:rsidRPr="001E704E">
              <w:rPr>
                <w:rFonts w:ascii="Cambria" w:hAnsi="Cambria"/>
                <w:b/>
                <w:sz w:val="24"/>
                <w:szCs w:val="24"/>
              </w:rPr>
              <w:t xml:space="preserve">Некрасова Ирина Анатольевна </w:t>
            </w:r>
            <w:r w:rsidRPr="001E704E">
              <w:rPr>
                <w:rFonts w:ascii="Cambria" w:hAnsi="Cambria"/>
                <w:sz w:val="24"/>
                <w:szCs w:val="24"/>
              </w:rPr>
              <w:t>воспитатель. МАДОУ «Детский сад № 287», г. Пермь</w:t>
            </w:r>
          </w:p>
          <w:p w:rsidR="008A29FF" w:rsidRPr="001E704E" w:rsidRDefault="008A29FF" w:rsidP="001E704E">
            <w:pPr>
              <w:tabs>
                <w:tab w:val="left" w:pos="885"/>
              </w:tabs>
              <w:spacing w:after="0"/>
              <w:ind w:left="885" w:hanging="284"/>
              <w:rPr>
                <w:rFonts w:ascii="Cambria" w:hAnsi="Cambria"/>
                <w:sz w:val="28"/>
                <w:szCs w:val="28"/>
              </w:rPr>
            </w:pPr>
          </w:p>
          <w:p w:rsidR="008A29FF" w:rsidRPr="001E704E" w:rsidRDefault="008A29FF" w:rsidP="001E704E">
            <w:pPr>
              <w:pStyle w:val="ListParagraph"/>
              <w:numPr>
                <w:ilvl w:val="0"/>
                <w:numId w:val="2"/>
              </w:numPr>
              <w:tabs>
                <w:tab w:val="left" w:pos="885"/>
              </w:tabs>
              <w:spacing w:after="0"/>
              <w:ind w:left="885" w:hanging="284"/>
              <w:rPr>
                <w:rFonts w:ascii="Cambria" w:hAnsi="Cambria"/>
                <w:sz w:val="28"/>
                <w:szCs w:val="28"/>
              </w:rPr>
            </w:pPr>
            <w:r w:rsidRPr="001E704E">
              <w:rPr>
                <w:rFonts w:ascii="Cambria" w:hAnsi="Cambria"/>
                <w:b/>
                <w:sz w:val="24"/>
                <w:szCs w:val="24"/>
              </w:rPr>
              <w:t xml:space="preserve">Простак Тамара Михайловна </w:t>
            </w:r>
            <w:r w:rsidRPr="001E704E">
              <w:rPr>
                <w:rFonts w:ascii="Cambria" w:hAnsi="Cambria"/>
                <w:sz w:val="24"/>
                <w:szCs w:val="24"/>
              </w:rPr>
              <w:t>воспитатель. МАДОУ «Детский сад открытий и изобретений «Эврика», г. Пермь</w:t>
            </w:r>
          </w:p>
          <w:p w:rsidR="008A29FF" w:rsidRPr="001E704E" w:rsidRDefault="008A29FF" w:rsidP="001E704E">
            <w:pPr>
              <w:tabs>
                <w:tab w:val="left" w:pos="885"/>
              </w:tabs>
              <w:spacing w:after="0"/>
              <w:ind w:left="885" w:hanging="284"/>
              <w:rPr>
                <w:rFonts w:ascii="Cambria" w:hAnsi="Cambria"/>
                <w:sz w:val="28"/>
                <w:szCs w:val="28"/>
              </w:rPr>
            </w:pPr>
          </w:p>
          <w:p w:rsidR="008A29FF" w:rsidRPr="001E704E" w:rsidRDefault="008A29FF" w:rsidP="001E704E">
            <w:pPr>
              <w:pStyle w:val="ListParagraph"/>
              <w:numPr>
                <w:ilvl w:val="0"/>
                <w:numId w:val="2"/>
              </w:numPr>
              <w:tabs>
                <w:tab w:val="left" w:pos="885"/>
              </w:tabs>
              <w:spacing w:after="0"/>
              <w:ind w:left="885" w:hanging="284"/>
              <w:rPr>
                <w:rFonts w:ascii="Cambria" w:hAnsi="Cambria"/>
              </w:rPr>
            </w:pPr>
            <w:r w:rsidRPr="001E704E">
              <w:rPr>
                <w:rFonts w:ascii="Cambria" w:hAnsi="Cambria"/>
                <w:b/>
                <w:sz w:val="24"/>
                <w:szCs w:val="24"/>
              </w:rPr>
              <w:t xml:space="preserve">Ракутина Наталья Николаевна </w:t>
            </w:r>
            <w:r w:rsidRPr="001E704E">
              <w:rPr>
                <w:rFonts w:ascii="Cambria" w:hAnsi="Cambria"/>
                <w:sz w:val="24"/>
                <w:szCs w:val="24"/>
              </w:rPr>
              <w:t>воспитатель. МБДОУ  Детский сад «Светлячок», г. Оса</w:t>
            </w:r>
          </w:p>
        </w:tc>
      </w:tr>
    </w:tbl>
    <w:p w:rsidR="008A29FF" w:rsidRPr="00E207B1" w:rsidRDefault="008A29FF">
      <w:pPr>
        <w:rPr>
          <w:rFonts w:ascii="Cambria" w:hAnsi="Cambria"/>
        </w:rPr>
      </w:pPr>
    </w:p>
    <w:sectPr w:rsidR="008A29FF" w:rsidRPr="00E207B1" w:rsidSect="006C210F">
      <w:type w:val="continuous"/>
      <w:pgSz w:w="16834" w:h="11909" w:orient="landscape"/>
      <w:pgMar w:top="426" w:right="1134" w:bottom="284" w:left="1134" w:header="720" w:footer="720" w:gutter="0"/>
      <w:pgBorders w:offsetFrom="page">
        <w:top w:val="thickThinSmallGap" w:sz="18" w:space="24" w:color="auto"/>
        <w:left w:val="thickThinSmallGap" w:sz="18" w:space="24" w:color="auto"/>
        <w:bottom w:val="thinThickSmallGap" w:sz="18" w:space="24" w:color="auto"/>
        <w:right w:val="thinThickSmallGap" w:sz="18" w:space="24" w:color="auto"/>
      </w:pgBorders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E60A85"/>
    <w:multiLevelType w:val="hybridMultilevel"/>
    <w:tmpl w:val="A08EF870"/>
    <w:lvl w:ilvl="0" w:tplc="457E55DE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590EAF"/>
    <w:multiLevelType w:val="hybridMultilevel"/>
    <w:tmpl w:val="9F7010A6"/>
    <w:lvl w:ilvl="0" w:tplc="F30E09C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0E24"/>
    <w:rsid w:val="000972BF"/>
    <w:rsid w:val="000B455F"/>
    <w:rsid w:val="000B65D6"/>
    <w:rsid w:val="000C3D46"/>
    <w:rsid w:val="000E1ECF"/>
    <w:rsid w:val="000F0910"/>
    <w:rsid w:val="00100C60"/>
    <w:rsid w:val="001A2EEB"/>
    <w:rsid w:val="001B207C"/>
    <w:rsid w:val="001B3F95"/>
    <w:rsid w:val="001C7160"/>
    <w:rsid w:val="001D5567"/>
    <w:rsid w:val="001E704E"/>
    <w:rsid w:val="00257B76"/>
    <w:rsid w:val="002820D9"/>
    <w:rsid w:val="0028596F"/>
    <w:rsid w:val="002C6631"/>
    <w:rsid w:val="002F55D6"/>
    <w:rsid w:val="00336D33"/>
    <w:rsid w:val="003774E6"/>
    <w:rsid w:val="00426F31"/>
    <w:rsid w:val="004820E0"/>
    <w:rsid w:val="00486BAC"/>
    <w:rsid w:val="00486E21"/>
    <w:rsid w:val="0049444F"/>
    <w:rsid w:val="004B3A8B"/>
    <w:rsid w:val="004D1734"/>
    <w:rsid w:val="004E41F9"/>
    <w:rsid w:val="004E661A"/>
    <w:rsid w:val="00567421"/>
    <w:rsid w:val="005E48A3"/>
    <w:rsid w:val="00622EE0"/>
    <w:rsid w:val="006524FB"/>
    <w:rsid w:val="0066577C"/>
    <w:rsid w:val="006C210F"/>
    <w:rsid w:val="00717278"/>
    <w:rsid w:val="007318CF"/>
    <w:rsid w:val="0075545A"/>
    <w:rsid w:val="00795031"/>
    <w:rsid w:val="007A7DD6"/>
    <w:rsid w:val="007E412D"/>
    <w:rsid w:val="00810751"/>
    <w:rsid w:val="00813781"/>
    <w:rsid w:val="008524F0"/>
    <w:rsid w:val="0086251A"/>
    <w:rsid w:val="00870E24"/>
    <w:rsid w:val="008A29FF"/>
    <w:rsid w:val="008E1D3A"/>
    <w:rsid w:val="00901D2A"/>
    <w:rsid w:val="00911957"/>
    <w:rsid w:val="009414ED"/>
    <w:rsid w:val="00941ECB"/>
    <w:rsid w:val="009B10FC"/>
    <w:rsid w:val="009C0575"/>
    <w:rsid w:val="009D6F63"/>
    <w:rsid w:val="00A03913"/>
    <w:rsid w:val="00AF1CB8"/>
    <w:rsid w:val="00AF4C1E"/>
    <w:rsid w:val="00AF66F1"/>
    <w:rsid w:val="00B30D2A"/>
    <w:rsid w:val="00B72033"/>
    <w:rsid w:val="00B91298"/>
    <w:rsid w:val="00BB3515"/>
    <w:rsid w:val="00C423D7"/>
    <w:rsid w:val="00C82303"/>
    <w:rsid w:val="00CD2C6F"/>
    <w:rsid w:val="00D53379"/>
    <w:rsid w:val="00D63B66"/>
    <w:rsid w:val="00D740B8"/>
    <w:rsid w:val="00DD0749"/>
    <w:rsid w:val="00DE069A"/>
    <w:rsid w:val="00E207B1"/>
    <w:rsid w:val="00E209E1"/>
    <w:rsid w:val="00E371CE"/>
    <w:rsid w:val="00E51250"/>
    <w:rsid w:val="00E56C6B"/>
    <w:rsid w:val="00E80A77"/>
    <w:rsid w:val="00EE07FD"/>
    <w:rsid w:val="00F155D0"/>
    <w:rsid w:val="00F803E9"/>
    <w:rsid w:val="00F91852"/>
    <w:rsid w:val="00FA69ED"/>
    <w:rsid w:val="00FD6496"/>
    <w:rsid w:val="00FE353D"/>
    <w:rsid w:val="00FF2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D2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524F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28596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85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859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E207B1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9D6F6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o.perm.ru" TargetMode="External"/><Relationship Id="rId5" Type="http://schemas.openxmlformats.org/officeDocument/2006/relationships/hyperlink" Target="mailto:priemnaya@ipkro.perm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465</Words>
  <Characters>2652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Жюри конкурса</dc:title>
  <dc:subject/>
  <dc:creator>Оля</dc:creator>
  <cp:keywords/>
  <dc:description/>
  <cp:lastModifiedBy>Fajazova-AF</cp:lastModifiedBy>
  <cp:revision>2</cp:revision>
  <cp:lastPrinted>2017-04-07T04:57:00Z</cp:lastPrinted>
  <dcterms:created xsi:type="dcterms:W3CDTF">2017-04-07T04:58:00Z</dcterms:created>
  <dcterms:modified xsi:type="dcterms:W3CDTF">2017-04-07T04:58:00Z</dcterms:modified>
</cp:coreProperties>
</file>